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62F00" w:rsidRPr="00016B7A" w:rsidRDefault="00862F00" w:rsidP="00415169">
      <w:pPr>
        <w:suppressAutoHyphens w:val="0"/>
        <w:autoSpaceDE w:val="0"/>
        <w:autoSpaceDN w:val="0"/>
        <w:adjustRightInd w:val="0"/>
        <w:ind w:left="3402"/>
        <w:jc w:val="center"/>
        <w:rPr>
          <w:rFonts w:ascii="Arial" w:hAnsi="Arial" w:cs="Arial"/>
          <w:b/>
          <w:color w:val="000000"/>
          <w:sz w:val="18"/>
          <w:szCs w:val="18"/>
          <w:lang w:eastAsia="it-IT"/>
        </w:rPr>
      </w:pPr>
    </w:p>
    <w:p w:rsidR="00656E0F" w:rsidRDefault="004922DD" w:rsidP="006227F0">
      <w:pPr>
        <w:jc w:val="both"/>
        <w:rPr>
          <w:rFonts w:ascii="Arial" w:hAnsi="Arial"/>
          <w:b/>
          <w:bCs/>
          <w:sz w:val="20"/>
          <w:szCs w:val="18"/>
        </w:rPr>
      </w:pPr>
      <w:r w:rsidRPr="006227F0">
        <w:rPr>
          <w:rFonts w:ascii="Arial" w:hAnsi="Arial" w:cs="Arial"/>
          <w:b/>
          <w:sz w:val="20"/>
          <w:szCs w:val="18"/>
          <w:u w:val="single"/>
        </w:rPr>
        <w:t>OGGETTO:</w:t>
      </w:r>
      <w:r w:rsidR="00061F9A" w:rsidRPr="00061F9A">
        <w:rPr>
          <w:rFonts w:ascii="Arial" w:hAnsi="Arial" w:cs="Arial"/>
          <w:b/>
          <w:sz w:val="20"/>
          <w:szCs w:val="18"/>
        </w:rPr>
        <w:t xml:space="preserve"> </w:t>
      </w:r>
      <w:r w:rsidR="006227F0">
        <w:rPr>
          <w:rFonts w:ascii="Arial" w:hAnsi="Arial"/>
          <w:b/>
          <w:bCs/>
          <w:sz w:val="20"/>
          <w:szCs w:val="18"/>
        </w:rPr>
        <w:t>P</w:t>
      </w:r>
      <w:r w:rsidR="006227F0" w:rsidRPr="006227F0">
        <w:rPr>
          <w:rFonts w:ascii="Arial" w:hAnsi="Arial"/>
          <w:b/>
          <w:bCs/>
          <w:sz w:val="20"/>
          <w:szCs w:val="18"/>
        </w:rPr>
        <w:t xml:space="preserve">rocedura negoziata senza bando, ai sensi dell’art. 76 comma 2 </w:t>
      </w:r>
      <w:proofErr w:type="spellStart"/>
      <w:r w:rsidR="006227F0" w:rsidRPr="006227F0">
        <w:rPr>
          <w:rFonts w:ascii="Arial" w:hAnsi="Arial"/>
          <w:b/>
          <w:bCs/>
          <w:sz w:val="20"/>
          <w:szCs w:val="18"/>
        </w:rPr>
        <w:t>lett</w:t>
      </w:r>
      <w:proofErr w:type="spellEnd"/>
      <w:r w:rsidR="006227F0" w:rsidRPr="006227F0">
        <w:rPr>
          <w:rFonts w:ascii="Arial" w:hAnsi="Arial"/>
          <w:b/>
          <w:bCs/>
          <w:sz w:val="20"/>
          <w:szCs w:val="18"/>
        </w:rPr>
        <w:t xml:space="preserve">. b) del </w:t>
      </w:r>
      <w:proofErr w:type="spellStart"/>
      <w:r w:rsidR="006227F0" w:rsidRPr="006227F0">
        <w:rPr>
          <w:rFonts w:ascii="Arial" w:hAnsi="Arial"/>
          <w:b/>
          <w:bCs/>
          <w:sz w:val="20"/>
          <w:szCs w:val="18"/>
        </w:rPr>
        <w:t>D.lgs</w:t>
      </w:r>
      <w:proofErr w:type="spellEnd"/>
      <w:r w:rsidR="006227F0" w:rsidRPr="006227F0">
        <w:rPr>
          <w:rFonts w:ascii="Arial" w:hAnsi="Arial"/>
          <w:b/>
          <w:bCs/>
          <w:sz w:val="20"/>
          <w:szCs w:val="18"/>
        </w:rPr>
        <w:t xml:space="preserve"> n. 36/2023 per l’affidamento della fornitura delle nuove licenze di collegamento al RIS/PACS, hardware e i relativi servizi di installazione e configurazione, oltre alla componente di manutenzione evolutiva, da destinare all’ Asl di Nuoro. </w:t>
      </w:r>
      <w:r w:rsidR="006227F0">
        <w:rPr>
          <w:rFonts w:ascii="Arial" w:hAnsi="Arial"/>
          <w:b/>
          <w:bCs/>
          <w:sz w:val="20"/>
          <w:szCs w:val="18"/>
        </w:rPr>
        <w:t xml:space="preserve"> </w:t>
      </w:r>
      <w:r w:rsidR="006227F0" w:rsidRPr="006227F0">
        <w:rPr>
          <w:rFonts w:ascii="Arial" w:hAnsi="Arial"/>
          <w:b/>
          <w:bCs/>
          <w:sz w:val="20"/>
          <w:szCs w:val="18"/>
        </w:rPr>
        <w:t>Operatore Economico: R.T.I. Philips S.p.A. – IT-H S.r.l.</w:t>
      </w:r>
    </w:p>
    <w:p w:rsidR="006227F0" w:rsidRDefault="006227F0" w:rsidP="006227F0">
      <w:pPr>
        <w:jc w:val="both"/>
        <w:rPr>
          <w:rFonts w:ascii="Arial" w:hAnsi="Arial" w:cs="Arial"/>
          <w:sz w:val="20"/>
          <w:szCs w:val="20"/>
          <w:lang w:eastAsia="it-IT"/>
        </w:rPr>
      </w:pPr>
    </w:p>
    <w:p w:rsidR="006227F0" w:rsidRDefault="006227F0" w:rsidP="00656E0F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656E0F" w:rsidRPr="00F9583E" w:rsidRDefault="00656E0F" w:rsidP="00656E0F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EF7632">
        <w:rPr>
          <w:rFonts w:ascii="Arial" w:hAnsi="Arial" w:cs="Arial"/>
          <w:sz w:val="20"/>
          <w:szCs w:val="20"/>
          <w:lang w:eastAsia="it-IT"/>
        </w:rPr>
        <w:t>Il sottoscritto _______________________________________, nato a __________________ il ____________, domiciliato per la carica come in appresso indicato, nella sua qualità di _________________________________ e legale rappresentante della ________________________________, con sede in ____________________, Via ______________________________, capitale sociale Euro __________________, iscritta al Registro delle Imprese di ___________________ al n. __________________, codice fiscale n. _________________________ e partita IVA n. _______________________________, (in caso R.T.I. o Consorzio costituito/costituendo con le seguenti Imprese: ___________ _____________ _____________) di seguito denominata “</w:t>
      </w:r>
      <w:r w:rsidRPr="00EF7632">
        <w:rPr>
          <w:rFonts w:ascii="Arial" w:hAnsi="Arial" w:cs="Arial"/>
          <w:b/>
          <w:i/>
          <w:sz w:val="20"/>
          <w:szCs w:val="20"/>
          <w:lang w:eastAsia="it-IT"/>
        </w:rPr>
        <w:t>Impresa</w:t>
      </w:r>
      <w:r w:rsidRPr="00EF7632">
        <w:rPr>
          <w:rFonts w:ascii="Arial" w:hAnsi="Arial" w:cs="Arial"/>
          <w:sz w:val="20"/>
          <w:szCs w:val="20"/>
          <w:lang w:eastAsia="it-IT"/>
        </w:rPr>
        <w:t>”,</w:t>
      </w:r>
    </w:p>
    <w:p w:rsidR="004922DD" w:rsidRPr="00016B7A" w:rsidRDefault="004922DD" w:rsidP="00415169">
      <w:pPr>
        <w:pStyle w:val="Corpodeltesto2"/>
        <w:spacing w:before="120" w:line="240" w:lineRule="auto"/>
        <w:rPr>
          <w:rFonts w:ascii="Arial" w:hAnsi="Arial" w:cs="Arial"/>
          <w:b/>
          <w:sz w:val="18"/>
          <w:szCs w:val="18"/>
          <w:u w:val="single"/>
        </w:rPr>
      </w:pPr>
    </w:p>
    <w:p w:rsidR="004922DD" w:rsidRPr="00016B7A" w:rsidRDefault="004922DD" w:rsidP="00415169">
      <w:pPr>
        <w:pStyle w:val="Corpodeltesto2"/>
        <w:spacing w:before="120" w:line="24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016B7A">
        <w:rPr>
          <w:rFonts w:ascii="Arial" w:hAnsi="Arial" w:cs="Arial"/>
          <w:b/>
          <w:sz w:val="18"/>
          <w:szCs w:val="18"/>
          <w:u w:val="single"/>
        </w:rPr>
        <w:t>OFFERTA ECONOMICA</w:t>
      </w:r>
    </w:p>
    <w:p w:rsidR="004922DD" w:rsidRDefault="004922DD" w:rsidP="00415169">
      <w:pPr>
        <w:spacing w:before="120"/>
        <w:jc w:val="both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1"/>
        <w:gridCol w:w="5703"/>
        <w:gridCol w:w="3260"/>
        <w:gridCol w:w="851"/>
        <w:gridCol w:w="3791"/>
      </w:tblGrid>
      <w:tr w:rsidR="003F7EFF" w:rsidTr="0093558D">
        <w:tc>
          <w:tcPr>
            <w:tcW w:w="671" w:type="dxa"/>
            <w:vAlign w:val="center"/>
          </w:tcPr>
          <w:p w:rsidR="003F7EFF" w:rsidRPr="003F7EFF" w:rsidRDefault="003F7EFF" w:rsidP="003F7EFF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7EFF">
              <w:rPr>
                <w:rFonts w:ascii="Arial" w:hAnsi="Arial" w:cs="Arial"/>
                <w:b/>
                <w:sz w:val="18"/>
                <w:szCs w:val="18"/>
              </w:rPr>
              <w:t>ID</w:t>
            </w:r>
          </w:p>
        </w:tc>
        <w:tc>
          <w:tcPr>
            <w:tcW w:w="5703" w:type="dxa"/>
            <w:vAlign w:val="center"/>
          </w:tcPr>
          <w:p w:rsidR="003F7EFF" w:rsidRPr="003F7EFF" w:rsidRDefault="003F7EFF" w:rsidP="003F7EFF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7EFF">
              <w:rPr>
                <w:rFonts w:ascii="Arial" w:hAnsi="Arial" w:cs="Arial"/>
                <w:b/>
                <w:sz w:val="18"/>
                <w:szCs w:val="18"/>
              </w:rPr>
              <w:t>DESCRIZIONE</w:t>
            </w:r>
          </w:p>
        </w:tc>
        <w:tc>
          <w:tcPr>
            <w:tcW w:w="3260" w:type="dxa"/>
            <w:vAlign w:val="center"/>
          </w:tcPr>
          <w:p w:rsidR="003F7EFF" w:rsidRPr="003F7EFF" w:rsidRDefault="0093558D" w:rsidP="0093558D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PREZZO UNITARIO OFFERTO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Pr="003F7EFF">
              <w:rPr>
                <w:rFonts w:ascii="Arial" w:hAnsi="Arial" w:cs="Arial"/>
                <w:b/>
                <w:sz w:val="18"/>
                <w:szCs w:val="18"/>
              </w:rPr>
              <w:t>IVA ESCLUSA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851" w:type="dxa"/>
            <w:vAlign w:val="center"/>
          </w:tcPr>
          <w:p w:rsidR="003F7EFF" w:rsidRPr="003F7EFF" w:rsidRDefault="003F7EFF" w:rsidP="003F7EFF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7EFF">
              <w:rPr>
                <w:rFonts w:ascii="Arial" w:hAnsi="Arial" w:cs="Arial"/>
                <w:b/>
                <w:sz w:val="18"/>
                <w:szCs w:val="18"/>
              </w:rPr>
              <w:t>Q.T</w:t>
            </w:r>
            <w:r>
              <w:rPr>
                <w:rFonts w:ascii="Arial" w:hAnsi="Arial" w:cs="Arial"/>
                <w:b/>
                <w:sz w:val="18"/>
                <w:szCs w:val="18"/>
              </w:rPr>
              <w:t>A’</w:t>
            </w:r>
          </w:p>
        </w:tc>
        <w:tc>
          <w:tcPr>
            <w:tcW w:w="3791" w:type="dxa"/>
            <w:vAlign w:val="center"/>
          </w:tcPr>
          <w:p w:rsidR="003F7EFF" w:rsidRPr="003F7EFF" w:rsidRDefault="0093558D" w:rsidP="0093558D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PREZZO COMPLESSIVO OFFERTO I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Pr="003F7EFF">
              <w:rPr>
                <w:rFonts w:ascii="Arial" w:hAnsi="Arial" w:cs="Arial"/>
                <w:b/>
                <w:sz w:val="18"/>
                <w:szCs w:val="18"/>
              </w:rPr>
              <w:t>VA ESCLUSA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373C89" w:rsidTr="000A2051">
        <w:tc>
          <w:tcPr>
            <w:tcW w:w="14276" w:type="dxa"/>
            <w:gridSpan w:val="5"/>
            <w:vAlign w:val="center"/>
          </w:tcPr>
          <w:p w:rsidR="00373C89" w:rsidRPr="00373C89" w:rsidRDefault="00373C89" w:rsidP="00373C8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373C89">
              <w:rPr>
                <w:rFonts w:ascii="Arial" w:hAnsi="Arial" w:cs="Arial"/>
                <w:b/>
                <w:sz w:val="18"/>
                <w:szCs w:val="18"/>
              </w:rPr>
              <w:t>SISTEMA RIS/PACS</w:t>
            </w:r>
          </w:p>
        </w:tc>
      </w:tr>
      <w:tr w:rsidR="003F7EFF" w:rsidTr="0093558D">
        <w:tc>
          <w:tcPr>
            <w:tcW w:w="671" w:type="dxa"/>
            <w:vAlign w:val="center"/>
          </w:tcPr>
          <w:p w:rsidR="003F7EFF" w:rsidRDefault="003F7EFF" w:rsidP="003F7EF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03" w:type="dxa"/>
            <w:vAlign w:val="center"/>
          </w:tcPr>
          <w:p w:rsidR="003F7EFF" w:rsidRDefault="00373C89" w:rsidP="003F7EF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3C89">
              <w:rPr>
                <w:rFonts w:ascii="Arial" w:hAnsi="Arial" w:cs="Arial"/>
                <w:sz w:val="18"/>
                <w:szCs w:val="18"/>
              </w:rPr>
              <w:t>Workstation 5Mpx + Monitor Amministrativo Dell 22” a colori + Coppia Monitor refertazione 5MPx</w:t>
            </w:r>
          </w:p>
        </w:tc>
        <w:tc>
          <w:tcPr>
            <w:tcW w:w="3260" w:type="dxa"/>
            <w:vAlign w:val="center"/>
          </w:tcPr>
          <w:p w:rsidR="003F7EFF" w:rsidRDefault="00373C89" w:rsidP="003F7EF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3C89">
              <w:rPr>
                <w:rFonts w:ascii="Arial" w:hAnsi="Arial" w:cs="Arial"/>
                <w:sz w:val="18"/>
                <w:szCs w:val="18"/>
              </w:rPr>
              <w:t>€__________</w:t>
            </w:r>
          </w:p>
        </w:tc>
        <w:tc>
          <w:tcPr>
            <w:tcW w:w="851" w:type="dxa"/>
            <w:vAlign w:val="center"/>
          </w:tcPr>
          <w:p w:rsidR="003F7EFF" w:rsidRDefault="00373C89" w:rsidP="003F7EF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91" w:type="dxa"/>
            <w:vAlign w:val="center"/>
          </w:tcPr>
          <w:p w:rsidR="003F7EFF" w:rsidRDefault="00373C89" w:rsidP="003F7EF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€_____________</w:t>
            </w:r>
          </w:p>
        </w:tc>
      </w:tr>
      <w:tr w:rsidR="00373C89" w:rsidTr="0093558D">
        <w:trPr>
          <w:trHeight w:val="451"/>
        </w:trPr>
        <w:tc>
          <w:tcPr>
            <w:tcW w:w="671" w:type="dxa"/>
            <w:vAlign w:val="center"/>
          </w:tcPr>
          <w:p w:rsidR="00373C89" w:rsidRDefault="00373C89" w:rsidP="00373C8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03" w:type="dxa"/>
            <w:vAlign w:val="center"/>
          </w:tcPr>
          <w:p w:rsidR="00373C89" w:rsidRDefault="00373C89" w:rsidP="00373C8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Licenza collegamento PACS </w:t>
            </w:r>
          </w:p>
        </w:tc>
        <w:tc>
          <w:tcPr>
            <w:tcW w:w="3260" w:type="dxa"/>
            <w:vAlign w:val="center"/>
          </w:tcPr>
          <w:p w:rsidR="00373C89" w:rsidRPr="00373C89" w:rsidRDefault="00373C89" w:rsidP="00373C8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3C89">
              <w:rPr>
                <w:rFonts w:ascii="Arial" w:hAnsi="Arial" w:cs="Arial"/>
                <w:sz w:val="18"/>
                <w:szCs w:val="18"/>
              </w:rPr>
              <w:t>€__________</w:t>
            </w:r>
          </w:p>
        </w:tc>
        <w:tc>
          <w:tcPr>
            <w:tcW w:w="851" w:type="dxa"/>
            <w:vAlign w:val="center"/>
          </w:tcPr>
          <w:p w:rsidR="00373C89" w:rsidRDefault="00373C89" w:rsidP="00373C8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91" w:type="dxa"/>
          </w:tcPr>
          <w:p w:rsidR="0093558D" w:rsidRDefault="0093558D" w:rsidP="00656E0F">
            <w:pPr>
              <w:ind w:left="-23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73C89" w:rsidRDefault="00373C89" w:rsidP="00656E0F">
            <w:pPr>
              <w:ind w:left="-230"/>
              <w:jc w:val="center"/>
            </w:pPr>
            <w:r w:rsidRPr="006227F0">
              <w:rPr>
                <w:rFonts w:ascii="Arial" w:hAnsi="Arial" w:cs="Arial"/>
                <w:sz w:val="18"/>
                <w:szCs w:val="18"/>
              </w:rPr>
              <w:t>€_____________</w:t>
            </w:r>
          </w:p>
        </w:tc>
      </w:tr>
      <w:tr w:rsidR="00373C89" w:rsidTr="0093558D">
        <w:trPr>
          <w:trHeight w:val="566"/>
        </w:trPr>
        <w:tc>
          <w:tcPr>
            <w:tcW w:w="671" w:type="dxa"/>
            <w:vAlign w:val="center"/>
          </w:tcPr>
          <w:p w:rsidR="00373C89" w:rsidRDefault="00373C89" w:rsidP="00373C8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03" w:type="dxa"/>
            <w:vAlign w:val="center"/>
          </w:tcPr>
          <w:p w:rsidR="00373C89" w:rsidRDefault="00373C89" w:rsidP="00373C89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3C89">
              <w:rPr>
                <w:rFonts w:ascii="Arial" w:hAnsi="Arial" w:cs="Arial"/>
                <w:sz w:val="18"/>
                <w:szCs w:val="18"/>
              </w:rPr>
              <w:t>Licenza visualizzazione Mammografie</w:t>
            </w:r>
          </w:p>
        </w:tc>
        <w:tc>
          <w:tcPr>
            <w:tcW w:w="3260" w:type="dxa"/>
            <w:vAlign w:val="center"/>
          </w:tcPr>
          <w:p w:rsidR="00373C89" w:rsidRDefault="00373C89" w:rsidP="00656E0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3C89">
              <w:rPr>
                <w:rFonts w:ascii="Arial" w:hAnsi="Arial" w:cs="Arial"/>
                <w:sz w:val="18"/>
                <w:szCs w:val="18"/>
              </w:rPr>
              <w:t>€__________</w:t>
            </w:r>
          </w:p>
        </w:tc>
        <w:tc>
          <w:tcPr>
            <w:tcW w:w="851" w:type="dxa"/>
            <w:vAlign w:val="center"/>
          </w:tcPr>
          <w:p w:rsidR="00373C89" w:rsidRDefault="00373C89" w:rsidP="00373C8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91" w:type="dxa"/>
          </w:tcPr>
          <w:p w:rsidR="00656E0F" w:rsidRDefault="00656E0F" w:rsidP="00656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73C89" w:rsidRDefault="00373C89" w:rsidP="00656E0F">
            <w:pPr>
              <w:jc w:val="center"/>
            </w:pPr>
            <w:r w:rsidRPr="00014BD5">
              <w:rPr>
                <w:rFonts w:ascii="Arial" w:hAnsi="Arial" w:cs="Arial"/>
                <w:sz w:val="18"/>
                <w:szCs w:val="18"/>
              </w:rPr>
              <w:t>€_____________</w:t>
            </w:r>
          </w:p>
        </w:tc>
      </w:tr>
      <w:tr w:rsidR="00373C89" w:rsidTr="0093558D">
        <w:trPr>
          <w:trHeight w:val="435"/>
        </w:trPr>
        <w:tc>
          <w:tcPr>
            <w:tcW w:w="671" w:type="dxa"/>
            <w:vAlign w:val="center"/>
          </w:tcPr>
          <w:p w:rsidR="00373C89" w:rsidRDefault="00373C89" w:rsidP="00373C8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03" w:type="dxa"/>
            <w:vAlign w:val="center"/>
          </w:tcPr>
          <w:p w:rsidR="00373C89" w:rsidRDefault="00373C89" w:rsidP="00373C8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Licenza visualizzazione </w:t>
            </w:r>
            <w:proofErr w:type="spellStart"/>
            <w:r>
              <w:rPr>
                <w:sz w:val="18"/>
                <w:szCs w:val="18"/>
              </w:rPr>
              <w:t>Tomosintesi</w:t>
            </w:r>
            <w:proofErr w:type="spellEnd"/>
          </w:p>
        </w:tc>
        <w:tc>
          <w:tcPr>
            <w:tcW w:w="3260" w:type="dxa"/>
            <w:vAlign w:val="center"/>
          </w:tcPr>
          <w:p w:rsidR="00373C89" w:rsidRDefault="00373C89" w:rsidP="00656E0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3C89">
              <w:rPr>
                <w:rFonts w:ascii="Arial" w:hAnsi="Arial" w:cs="Arial"/>
                <w:sz w:val="18"/>
                <w:szCs w:val="18"/>
              </w:rPr>
              <w:t>€__________</w:t>
            </w:r>
          </w:p>
        </w:tc>
        <w:tc>
          <w:tcPr>
            <w:tcW w:w="851" w:type="dxa"/>
            <w:vAlign w:val="center"/>
          </w:tcPr>
          <w:p w:rsidR="00373C89" w:rsidRDefault="00373C89" w:rsidP="00373C8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791" w:type="dxa"/>
          </w:tcPr>
          <w:p w:rsidR="00656E0F" w:rsidRDefault="00656E0F" w:rsidP="00656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73C89" w:rsidRDefault="00373C89" w:rsidP="00656E0F">
            <w:pPr>
              <w:jc w:val="center"/>
            </w:pPr>
            <w:r w:rsidRPr="00014BD5">
              <w:rPr>
                <w:rFonts w:ascii="Arial" w:hAnsi="Arial" w:cs="Arial"/>
                <w:sz w:val="18"/>
                <w:szCs w:val="18"/>
              </w:rPr>
              <w:t>€_____________</w:t>
            </w:r>
          </w:p>
        </w:tc>
      </w:tr>
      <w:tr w:rsidR="00373C89" w:rsidTr="0093558D">
        <w:tc>
          <w:tcPr>
            <w:tcW w:w="671" w:type="dxa"/>
            <w:vAlign w:val="center"/>
          </w:tcPr>
          <w:p w:rsidR="00373C89" w:rsidRDefault="00373C89" w:rsidP="00373C8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03" w:type="dxa"/>
            <w:vAlign w:val="center"/>
          </w:tcPr>
          <w:p w:rsidR="00373C89" w:rsidRDefault="00373C89" w:rsidP="00373C89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3C89">
              <w:rPr>
                <w:rFonts w:ascii="Arial" w:hAnsi="Arial" w:cs="Arial"/>
                <w:sz w:val="18"/>
                <w:szCs w:val="18"/>
              </w:rPr>
              <w:t>Licenza RIS per sincronizzazione front-end comprensiva di firma digitale e kit refertazione vocale</w:t>
            </w:r>
          </w:p>
        </w:tc>
        <w:tc>
          <w:tcPr>
            <w:tcW w:w="3260" w:type="dxa"/>
            <w:vAlign w:val="center"/>
          </w:tcPr>
          <w:p w:rsidR="00373C89" w:rsidRDefault="00373C89" w:rsidP="00656E0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3C89">
              <w:rPr>
                <w:rFonts w:ascii="Arial" w:hAnsi="Arial" w:cs="Arial"/>
                <w:sz w:val="18"/>
                <w:szCs w:val="18"/>
              </w:rPr>
              <w:t>€__________</w:t>
            </w:r>
          </w:p>
        </w:tc>
        <w:tc>
          <w:tcPr>
            <w:tcW w:w="851" w:type="dxa"/>
            <w:vAlign w:val="center"/>
          </w:tcPr>
          <w:p w:rsidR="00373C89" w:rsidRDefault="00373C89" w:rsidP="00373C8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91" w:type="dxa"/>
          </w:tcPr>
          <w:p w:rsidR="00656E0F" w:rsidRDefault="00656E0F" w:rsidP="00656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73C89" w:rsidRDefault="00373C89" w:rsidP="00656E0F">
            <w:pPr>
              <w:jc w:val="center"/>
            </w:pPr>
            <w:r w:rsidRPr="00014BD5">
              <w:rPr>
                <w:rFonts w:ascii="Arial" w:hAnsi="Arial" w:cs="Arial"/>
                <w:sz w:val="18"/>
                <w:szCs w:val="18"/>
              </w:rPr>
              <w:t>€_____________</w:t>
            </w:r>
          </w:p>
        </w:tc>
      </w:tr>
      <w:tr w:rsidR="00373C89" w:rsidTr="0093558D">
        <w:trPr>
          <w:trHeight w:val="424"/>
        </w:trPr>
        <w:tc>
          <w:tcPr>
            <w:tcW w:w="671" w:type="dxa"/>
            <w:vAlign w:val="center"/>
          </w:tcPr>
          <w:p w:rsidR="00373C89" w:rsidRDefault="00373C89" w:rsidP="00373C8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703" w:type="dxa"/>
            <w:vAlign w:val="center"/>
          </w:tcPr>
          <w:p w:rsidR="00373C89" w:rsidRDefault="00373C89" w:rsidP="00373C89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3C89">
              <w:rPr>
                <w:rFonts w:ascii="Arial" w:hAnsi="Arial" w:cs="Arial"/>
                <w:sz w:val="18"/>
                <w:szCs w:val="18"/>
              </w:rPr>
              <w:t>Licenza Collegamento RIS</w:t>
            </w:r>
          </w:p>
        </w:tc>
        <w:tc>
          <w:tcPr>
            <w:tcW w:w="3260" w:type="dxa"/>
            <w:vAlign w:val="center"/>
          </w:tcPr>
          <w:p w:rsidR="00373C89" w:rsidRDefault="00373C89" w:rsidP="00656E0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3C89">
              <w:rPr>
                <w:rFonts w:ascii="Arial" w:hAnsi="Arial" w:cs="Arial"/>
                <w:sz w:val="18"/>
                <w:szCs w:val="18"/>
              </w:rPr>
              <w:t>€__________</w:t>
            </w:r>
          </w:p>
        </w:tc>
        <w:tc>
          <w:tcPr>
            <w:tcW w:w="851" w:type="dxa"/>
            <w:vAlign w:val="center"/>
          </w:tcPr>
          <w:p w:rsidR="00373C89" w:rsidRDefault="00373C89" w:rsidP="00373C8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91" w:type="dxa"/>
          </w:tcPr>
          <w:p w:rsidR="00257A56" w:rsidRDefault="00257A56" w:rsidP="00656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73C89" w:rsidRPr="008C5E4D" w:rsidRDefault="00373C89" w:rsidP="00656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4BD5">
              <w:rPr>
                <w:rFonts w:ascii="Arial" w:hAnsi="Arial" w:cs="Arial"/>
                <w:sz w:val="18"/>
                <w:szCs w:val="18"/>
              </w:rPr>
              <w:t>€_____________</w:t>
            </w:r>
          </w:p>
        </w:tc>
      </w:tr>
      <w:tr w:rsidR="00373C89" w:rsidTr="007E20D1">
        <w:tc>
          <w:tcPr>
            <w:tcW w:w="14276" w:type="dxa"/>
            <w:gridSpan w:val="5"/>
            <w:vAlign w:val="center"/>
          </w:tcPr>
          <w:p w:rsidR="00373C89" w:rsidRPr="003F7EFF" w:rsidRDefault="00373C89" w:rsidP="00373C89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3C89">
              <w:rPr>
                <w:rFonts w:ascii="Arial" w:hAnsi="Arial" w:cs="Arial"/>
                <w:b/>
                <w:sz w:val="18"/>
                <w:szCs w:val="18"/>
              </w:rPr>
              <w:t>MANUTENZIONI SOFTWARE PROGRAMMATE RIS/PACS</w:t>
            </w:r>
          </w:p>
        </w:tc>
      </w:tr>
      <w:tr w:rsidR="00373C89" w:rsidTr="0093558D">
        <w:trPr>
          <w:trHeight w:val="505"/>
        </w:trPr>
        <w:tc>
          <w:tcPr>
            <w:tcW w:w="671" w:type="dxa"/>
            <w:vAlign w:val="center"/>
          </w:tcPr>
          <w:p w:rsidR="00373C89" w:rsidRPr="00373C89" w:rsidRDefault="00373C89" w:rsidP="00257A56">
            <w:pPr>
              <w:spacing w:before="120"/>
              <w:ind w:right="-14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3C8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703" w:type="dxa"/>
            <w:vAlign w:val="center"/>
          </w:tcPr>
          <w:p w:rsidR="00373C89" w:rsidRPr="00373C89" w:rsidRDefault="00373C89" w:rsidP="00373C89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3C89">
              <w:rPr>
                <w:rFonts w:ascii="Arial" w:hAnsi="Arial" w:cs="Arial"/>
                <w:sz w:val="18"/>
                <w:szCs w:val="18"/>
              </w:rPr>
              <w:t>Manutenzione Evolutiva</w:t>
            </w:r>
          </w:p>
        </w:tc>
        <w:tc>
          <w:tcPr>
            <w:tcW w:w="3260" w:type="dxa"/>
            <w:vAlign w:val="center"/>
          </w:tcPr>
          <w:p w:rsidR="00373C89" w:rsidRPr="00257A56" w:rsidRDefault="008C5E4D" w:rsidP="008C5E4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A56">
              <w:rPr>
                <w:rFonts w:ascii="Arial" w:hAnsi="Arial" w:cs="Arial"/>
                <w:sz w:val="18"/>
                <w:szCs w:val="18"/>
              </w:rPr>
              <w:t>€__________</w:t>
            </w:r>
          </w:p>
        </w:tc>
        <w:tc>
          <w:tcPr>
            <w:tcW w:w="851" w:type="dxa"/>
            <w:vAlign w:val="center"/>
          </w:tcPr>
          <w:p w:rsidR="00373C89" w:rsidRPr="00373C89" w:rsidRDefault="00373C89" w:rsidP="00373C89">
            <w:pPr>
              <w:spacing w:before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91" w:type="dxa"/>
            <w:vAlign w:val="center"/>
          </w:tcPr>
          <w:p w:rsidR="00373C89" w:rsidRPr="00373C89" w:rsidRDefault="00656E0F" w:rsidP="003F7EF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E0F">
              <w:rPr>
                <w:rFonts w:ascii="Arial" w:hAnsi="Arial" w:cs="Arial"/>
                <w:sz w:val="18"/>
                <w:szCs w:val="18"/>
              </w:rPr>
              <w:t>€__________</w:t>
            </w:r>
          </w:p>
        </w:tc>
      </w:tr>
      <w:tr w:rsidR="008C5E4D" w:rsidTr="0093558D">
        <w:trPr>
          <w:trHeight w:val="407"/>
        </w:trPr>
        <w:tc>
          <w:tcPr>
            <w:tcW w:w="671" w:type="dxa"/>
            <w:vAlign w:val="center"/>
          </w:tcPr>
          <w:p w:rsidR="008C5E4D" w:rsidRPr="008C5E4D" w:rsidRDefault="008C5E4D" w:rsidP="008C5E4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703" w:type="dxa"/>
            <w:vAlign w:val="center"/>
          </w:tcPr>
          <w:p w:rsidR="008C5E4D" w:rsidRPr="008C5E4D" w:rsidRDefault="008C5E4D" w:rsidP="008C5E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C5E4D">
              <w:rPr>
                <w:rFonts w:ascii="Arial" w:hAnsi="Arial" w:cs="Arial"/>
                <w:sz w:val="18"/>
                <w:szCs w:val="18"/>
              </w:rPr>
              <w:t>Servizi per l’installazione, configurazione e avvio</w:t>
            </w:r>
          </w:p>
        </w:tc>
        <w:tc>
          <w:tcPr>
            <w:tcW w:w="3260" w:type="dxa"/>
            <w:vAlign w:val="center"/>
          </w:tcPr>
          <w:p w:rsidR="008C5E4D" w:rsidRDefault="0093558D" w:rsidP="008C5E4D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558D">
              <w:rPr>
                <w:rFonts w:ascii="Arial" w:hAnsi="Arial" w:cs="Arial"/>
                <w:sz w:val="18"/>
                <w:szCs w:val="18"/>
              </w:rPr>
              <w:t>Inclusi</w:t>
            </w:r>
          </w:p>
        </w:tc>
        <w:tc>
          <w:tcPr>
            <w:tcW w:w="851" w:type="dxa"/>
            <w:vAlign w:val="center"/>
          </w:tcPr>
          <w:p w:rsidR="008C5E4D" w:rsidRDefault="00900FB5" w:rsidP="00900FB5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3791" w:type="dxa"/>
            <w:vAlign w:val="center"/>
          </w:tcPr>
          <w:p w:rsidR="008C5E4D" w:rsidRPr="003F7EFF" w:rsidRDefault="00900FB5" w:rsidP="003F7EF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inclusi</w:t>
            </w:r>
          </w:p>
        </w:tc>
      </w:tr>
      <w:tr w:rsidR="0097449F" w:rsidTr="0093558D">
        <w:trPr>
          <w:trHeight w:val="555"/>
        </w:trPr>
        <w:tc>
          <w:tcPr>
            <w:tcW w:w="10485" w:type="dxa"/>
            <w:gridSpan w:val="4"/>
            <w:vAlign w:val="center"/>
          </w:tcPr>
          <w:p w:rsidR="0097449F" w:rsidRDefault="00862A8D" w:rsidP="0097449F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IMPORTO COMPLESSIVO OFFERTO</w:t>
            </w:r>
          </w:p>
        </w:tc>
        <w:tc>
          <w:tcPr>
            <w:tcW w:w="3791" w:type="dxa"/>
            <w:vAlign w:val="center"/>
          </w:tcPr>
          <w:p w:rsidR="0097449F" w:rsidRPr="00061F9A" w:rsidRDefault="00656E0F" w:rsidP="00656E0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E0F">
              <w:rPr>
                <w:rFonts w:ascii="Arial" w:hAnsi="Arial" w:cs="Arial"/>
                <w:b/>
                <w:sz w:val="18"/>
                <w:szCs w:val="18"/>
              </w:rPr>
              <w:t>€</w:t>
            </w:r>
            <w:r w:rsidR="00061F9A">
              <w:rPr>
                <w:rFonts w:ascii="Arial" w:hAnsi="Arial" w:cs="Arial"/>
                <w:b/>
                <w:sz w:val="18"/>
                <w:szCs w:val="18"/>
                <w:u w:val="single"/>
              </w:rPr>
              <w:t>_____________</w:t>
            </w:r>
          </w:p>
        </w:tc>
      </w:tr>
    </w:tbl>
    <w:p w:rsidR="000B7649" w:rsidRDefault="000B7649" w:rsidP="00415169">
      <w:pPr>
        <w:spacing w:before="120"/>
        <w:jc w:val="both"/>
        <w:rPr>
          <w:rFonts w:ascii="Arial" w:hAnsi="Arial" w:cs="Arial"/>
          <w:sz w:val="18"/>
          <w:szCs w:val="18"/>
        </w:rPr>
      </w:pPr>
    </w:p>
    <w:p w:rsidR="004922DD" w:rsidRPr="00016B7A" w:rsidRDefault="004922DD" w:rsidP="00415169">
      <w:pPr>
        <w:pStyle w:val="Rientrocorpodeltesto2"/>
        <w:spacing w:line="240" w:lineRule="auto"/>
        <w:ind w:left="0"/>
        <w:jc w:val="center"/>
        <w:rPr>
          <w:rFonts w:ascii="Arial" w:hAnsi="Arial" w:cs="Arial"/>
          <w:b/>
          <w:bCs/>
          <w:sz w:val="18"/>
          <w:szCs w:val="18"/>
        </w:rPr>
      </w:pPr>
      <w:r w:rsidRPr="00016B7A">
        <w:rPr>
          <w:rFonts w:ascii="Arial" w:hAnsi="Arial" w:cs="Arial"/>
          <w:b/>
          <w:bCs/>
          <w:sz w:val="18"/>
          <w:szCs w:val="18"/>
        </w:rPr>
        <w:t>DICHIARA</w:t>
      </w:r>
    </w:p>
    <w:p w:rsidR="004922DD" w:rsidRPr="002C3A4B" w:rsidRDefault="004922DD" w:rsidP="00415169">
      <w:pPr>
        <w:jc w:val="both"/>
        <w:rPr>
          <w:rFonts w:ascii="Arial" w:hAnsi="Arial" w:cs="Arial"/>
          <w:sz w:val="18"/>
          <w:szCs w:val="18"/>
        </w:rPr>
      </w:pPr>
      <w:r w:rsidRPr="00016B7A">
        <w:rPr>
          <w:rFonts w:ascii="Arial" w:hAnsi="Arial" w:cs="Arial"/>
          <w:sz w:val="18"/>
          <w:szCs w:val="18"/>
        </w:rPr>
        <w:t xml:space="preserve">La sottoscritta Impresa, inoltre, nell’accettare tutte </w:t>
      </w:r>
      <w:r w:rsidRPr="002C3A4B">
        <w:rPr>
          <w:rFonts w:ascii="Arial" w:hAnsi="Arial" w:cs="Arial"/>
          <w:sz w:val="18"/>
          <w:szCs w:val="18"/>
        </w:rPr>
        <w:t>le</w:t>
      </w:r>
      <w:r w:rsidR="004A71A6" w:rsidRPr="002C3A4B">
        <w:rPr>
          <w:rFonts w:ascii="Arial" w:hAnsi="Arial" w:cs="Arial"/>
          <w:sz w:val="18"/>
          <w:szCs w:val="18"/>
        </w:rPr>
        <w:t xml:space="preserve"> condizioni di esecuzione del </w:t>
      </w:r>
      <w:r w:rsidRPr="002C3A4B">
        <w:rPr>
          <w:rFonts w:ascii="Arial" w:hAnsi="Arial" w:cs="Arial"/>
          <w:sz w:val="18"/>
          <w:szCs w:val="18"/>
        </w:rPr>
        <w:t>servizio specificato nella documentazione di gara, dichiara altresì:</w:t>
      </w:r>
    </w:p>
    <w:p w:rsidR="004922DD" w:rsidRPr="002C3A4B" w:rsidRDefault="004922DD" w:rsidP="00415169">
      <w:pPr>
        <w:jc w:val="both"/>
        <w:rPr>
          <w:rFonts w:ascii="Arial" w:hAnsi="Arial" w:cs="Arial"/>
          <w:sz w:val="18"/>
          <w:szCs w:val="18"/>
        </w:rPr>
      </w:pPr>
    </w:p>
    <w:p w:rsidR="004922DD" w:rsidRPr="002C3A4B" w:rsidRDefault="004922DD" w:rsidP="00415169">
      <w:pPr>
        <w:numPr>
          <w:ilvl w:val="0"/>
          <w:numId w:val="26"/>
        </w:numPr>
        <w:jc w:val="both"/>
        <w:rPr>
          <w:rFonts w:ascii="Arial" w:hAnsi="Arial" w:cs="Arial"/>
          <w:sz w:val="18"/>
          <w:szCs w:val="18"/>
        </w:rPr>
      </w:pPr>
      <w:r w:rsidRPr="002C3A4B">
        <w:rPr>
          <w:rFonts w:ascii="Arial" w:hAnsi="Arial" w:cs="Arial"/>
          <w:sz w:val="18"/>
          <w:szCs w:val="18"/>
        </w:rPr>
        <w:t xml:space="preserve">che la presente offerta è irrevocabile ed impegnativa sino al </w:t>
      </w:r>
      <w:r w:rsidRPr="002C3A4B">
        <w:rPr>
          <w:rFonts w:ascii="Arial" w:hAnsi="Arial" w:cs="Arial"/>
          <w:b/>
          <w:sz w:val="18"/>
          <w:szCs w:val="18"/>
        </w:rPr>
        <w:t>180°</w:t>
      </w:r>
      <w:r w:rsidRPr="002C3A4B">
        <w:rPr>
          <w:rFonts w:ascii="Arial" w:hAnsi="Arial" w:cs="Arial"/>
          <w:sz w:val="18"/>
          <w:szCs w:val="18"/>
        </w:rPr>
        <w:t xml:space="preserve"> </w:t>
      </w:r>
      <w:r w:rsidRPr="002C3A4B">
        <w:rPr>
          <w:rFonts w:ascii="Arial" w:hAnsi="Arial" w:cs="Arial"/>
          <w:b/>
          <w:sz w:val="18"/>
          <w:szCs w:val="18"/>
        </w:rPr>
        <w:t>(</w:t>
      </w:r>
      <w:proofErr w:type="spellStart"/>
      <w:r w:rsidRPr="002C3A4B">
        <w:rPr>
          <w:rFonts w:ascii="Arial" w:hAnsi="Arial" w:cs="Arial"/>
          <w:b/>
          <w:sz w:val="18"/>
          <w:szCs w:val="18"/>
        </w:rPr>
        <w:t>centottantantesimo</w:t>
      </w:r>
      <w:proofErr w:type="spellEnd"/>
      <w:r w:rsidRPr="002C3A4B">
        <w:rPr>
          <w:rFonts w:ascii="Arial" w:hAnsi="Arial" w:cs="Arial"/>
          <w:b/>
          <w:sz w:val="18"/>
          <w:szCs w:val="18"/>
        </w:rPr>
        <w:t>)</w:t>
      </w:r>
      <w:r w:rsidRPr="002C3A4B">
        <w:rPr>
          <w:rFonts w:ascii="Arial" w:hAnsi="Arial" w:cs="Arial"/>
          <w:sz w:val="18"/>
          <w:szCs w:val="18"/>
        </w:rPr>
        <w:t xml:space="preserve"> giorno successivo alla scadenza del termine per la presentazione della stessa</w:t>
      </w:r>
      <w:r w:rsidR="00656E0F">
        <w:rPr>
          <w:rFonts w:ascii="Arial" w:hAnsi="Arial" w:cs="Arial"/>
          <w:sz w:val="18"/>
          <w:szCs w:val="18"/>
        </w:rPr>
        <w:t xml:space="preserve"> </w:t>
      </w:r>
      <w:r w:rsidR="00656E0F" w:rsidRPr="00656E0F">
        <w:rPr>
          <w:rFonts w:ascii="Arial" w:hAnsi="Arial" w:cs="Arial"/>
          <w:sz w:val="18"/>
          <w:szCs w:val="18"/>
        </w:rPr>
        <w:t>o</w:t>
      </w:r>
      <w:r w:rsidR="00656E0F" w:rsidRPr="00661267">
        <w:rPr>
          <w:rFonts w:ascii="Arial" w:hAnsi="Arial" w:cs="Arial"/>
          <w:sz w:val="20"/>
          <w:szCs w:val="20"/>
        </w:rPr>
        <w:t xml:space="preserve"> </w:t>
      </w:r>
      <w:r w:rsidR="00656E0F" w:rsidRPr="00656E0F">
        <w:rPr>
          <w:rFonts w:ascii="Arial" w:hAnsi="Arial" w:cs="Arial"/>
          <w:sz w:val="18"/>
          <w:szCs w:val="18"/>
        </w:rPr>
        <w:t>comunque per il periodo previsto nella richiesta di offerta</w:t>
      </w:r>
      <w:r w:rsidR="00656E0F">
        <w:rPr>
          <w:rFonts w:ascii="Arial" w:hAnsi="Arial" w:cs="Arial"/>
          <w:sz w:val="18"/>
          <w:szCs w:val="18"/>
        </w:rPr>
        <w:t>;</w:t>
      </w:r>
    </w:p>
    <w:p w:rsidR="004922DD" w:rsidRPr="002C3A4B" w:rsidRDefault="004922DD" w:rsidP="00415169">
      <w:pPr>
        <w:ind w:left="360"/>
        <w:jc w:val="both"/>
        <w:rPr>
          <w:rFonts w:ascii="Arial" w:hAnsi="Arial" w:cs="Arial"/>
          <w:sz w:val="18"/>
          <w:szCs w:val="18"/>
        </w:rPr>
      </w:pPr>
    </w:p>
    <w:p w:rsidR="004922DD" w:rsidRPr="002C3A4B" w:rsidRDefault="004922DD" w:rsidP="00415169">
      <w:pPr>
        <w:numPr>
          <w:ilvl w:val="0"/>
          <w:numId w:val="26"/>
        </w:numPr>
        <w:jc w:val="both"/>
        <w:rPr>
          <w:rFonts w:ascii="Arial" w:hAnsi="Arial" w:cs="Arial"/>
          <w:sz w:val="18"/>
          <w:szCs w:val="18"/>
        </w:rPr>
      </w:pPr>
      <w:r w:rsidRPr="002C3A4B">
        <w:rPr>
          <w:rFonts w:ascii="Arial" w:hAnsi="Arial" w:cs="Arial"/>
          <w:sz w:val="18"/>
          <w:szCs w:val="18"/>
        </w:rPr>
        <w:t>di aver preso visione e di accettare espressamente e senza condizioni le clausole, condizi</w:t>
      </w:r>
      <w:r w:rsidR="002B66C8" w:rsidRPr="002C3A4B">
        <w:rPr>
          <w:rFonts w:ascii="Arial" w:hAnsi="Arial" w:cs="Arial"/>
          <w:sz w:val="18"/>
          <w:szCs w:val="18"/>
        </w:rPr>
        <w:t>on</w:t>
      </w:r>
      <w:r w:rsidR="004A71A6" w:rsidRPr="002C3A4B">
        <w:rPr>
          <w:rFonts w:ascii="Arial" w:hAnsi="Arial" w:cs="Arial"/>
          <w:sz w:val="18"/>
          <w:szCs w:val="18"/>
        </w:rPr>
        <w:t xml:space="preserve">i e termini di esecuzione del </w:t>
      </w:r>
      <w:r w:rsidRPr="002C3A4B">
        <w:rPr>
          <w:rFonts w:ascii="Arial" w:hAnsi="Arial" w:cs="Arial"/>
          <w:sz w:val="18"/>
          <w:szCs w:val="18"/>
        </w:rPr>
        <w:t xml:space="preserve">servizio </w:t>
      </w:r>
      <w:r w:rsidRPr="002C3A4B">
        <w:rPr>
          <w:rFonts w:ascii="Arial" w:hAnsi="Arial" w:cs="Arial"/>
          <w:bCs/>
          <w:sz w:val="18"/>
          <w:szCs w:val="18"/>
        </w:rPr>
        <w:t xml:space="preserve">riportate </w:t>
      </w:r>
      <w:r w:rsidR="002B66C8" w:rsidRPr="002C3A4B">
        <w:rPr>
          <w:rFonts w:ascii="Arial" w:hAnsi="Arial" w:cs="Arial"/>
          <w:sz w:val="18"/>
          <w:szCs w:val="18"/>
        </w:rPr>
        <w:t>nel Disciplinare /</w:t>
      </w:r>
      <w:r w:rsidR="004A71A6" w:rsidRPr="002C3A4B">
        <w:rPr>
          <w:rFonts w:ascii="Arial" w:hAnsi="Arial" w:cs="Arial"/>
          <w:sz w:val="18"/>
          <w:szCs w:val="18"/>
        </w:rPr>
        <w:t xml:space="preserve">Lettera di invito </w:t>
      </w:r>
      <w:r w:rsidRPr="002C3A4B">
        <w:rPr>
          <w:rFonts w:ascii="Arial" w:hAnsi="Arial" w:cs="Arial"/>
          <w:sz w:val="18"/>
          <w:szCs w:val="18"/>
        </w:rPr>
        <w:t>e, comunque, di aver preso cognizione di tutte le circostanze generali e speciali che possono interessare l’esecuzione di tutte le prestazioni oggetto della procedura, e che di tali circostanze ha tenuto conto nella determinazione dei prezzi offerti e ritiene, quindi, remunerativi tali prezzi;</w:t>
      </w:r>
    </w:p>
    <w:p w:rsidR="004922DD" w:rsidRPr="002C3A4B" w:rsidRDefault="004922DD" w:rsidP="00415169">
      <w:pPr>
        <w:ind w:left="360"/>
        <w:jc w:val="both"/>
        <w:rPr>
          <w:rFonts w:ascii="Arial" w:hAnsi="Arial" w:cs="Arial"/>
          <w:sz w:val="18"/>
          <w:szCs w:val="18"/>
        </w:rPr>
      </w:pPr>
    </w:p>
    <w:p w:rsidR="004922DD" w:rsidRDefault="004922DD" w:rsidP="00061F9A">
      <w:pPr>
        <w:numPr>
          <w:ilvl w:val="0"/>
          <w:numId w:val="26"/>
        </w:numPr>
        <w:jc w:val="both"/>
        <w:rPr>
          <w:rFonts w:ascii="Arial" w:hAnsi="Arial" w:cs="Arial"/>
          <w:sz w:val="18"/>
          <w:szCs w:val="18"/>
        </w:rPr>
      </w:pPr>
      <w:r w:rsidRPr="002C3A4B">
        <w:rPr>
          <w:rFonts w:ascii="Arial" w:hAnsi="Arial" w:cs="Arial"/>
          <w:sz w:val="18"/>
          <w:szCs w:val="18"/>
        </w:rPr>
        <w:t>di non eccepire alla Stazione Appalta</w:t>
      </w:r>
      <w:r w:rsidR="004A71A6" w:rsidRPr="002C3A4B">
        <w:rPr>
          <w:rFonts w:ascii="Arial" w:hAnsi="Arial" w:cs="Arial"/>
          <w:sz w:val="18"/>
          <w:szCs w:val="18"/>
        </w:rPr>
        <w:t>nte, durante l’esecuzione de</w:t>
      </w:r>
      <w:r w:rsidR="0093558D">
        <w:rPr>
          <w:rFonts w:ascii="Arial" w:hAnsi="Arial" w:cs="Arial"/>
          <w:sz w:val="18"/>
          <w:szCs w:val="18"/>
        </w:rPr>
        <w:t xml:space="preserve">lla fornitura e del </w:t>
      </w:r>
      <w:r w:rsidRPr="002C3A4B">
        <w:rPr>
          <w:rFonts w:ascii="Arial" w:hAnsi="Arial" w:cs="Arial"/>
          <w:sz w:val="18"/>
          <w:szCs w:val="18"/>
        </w:rPr>
        <w:t>servizio, la mancata conoscenza di condizioni o la sopravvenienza di circostanze non valutate o non considerate nella formulazione dell’offerta, salvo che tali circostanze si configurino come cause di forza maggiore ai sensi delle norme del Codice Civile e non escluse da altre norme di legge;</w:t>
      </w:r>
    </w:p>
    <w:p w:rsidR="00061F9A" w:rsidRPr="00061F9A" w:rsidRDefault="00061F9A" w:rsidP="00061F9A">
      <w:pPr>
        <w:ind w:left="720"/>
        <w:jc w:val="both"/>
        <w:rPr>
          <w:rFonts w:ascii="Arial" w:hAnsi="Arial" w:cs="Arial"/>
          <w:sz w:val="18"/>
          <w:szCs w:val="18"/>
        </w:rPr>
      </w:pPr>
    </w:p>
    <w:p w:rsidR="004922DD" w:rsidRPr="002C3A4B" w:rsidRDefault="004922DD" w:rsidP="00415169">
      <w:pPr>
        <w:numPr>
          <w:ilvl w:val="0"/>
          <w:numId w:val="26"/>
        </w:numPr>
        <w:jc w:val="both"/>
        <w:rPr>
          <w:rFonts w:ascii="Arial" w:hAnsi="Arial" w:cs="Arial"/>
          <w:sz w:val="18"/>
          <w:szCs w:val="18"/>
        </w:rPr>
      </w:pPr>
      <w:r w:rsidRPr="002C3A4B">
        <w:rPr>
          <w:rFonts w:ascii="Arial" w:hAnsi="Arial" w:cs="Arial"/>
          <w:sz w:val="18"/>
          <w:szCs w:val="18"/>
        </w:rPr>
        <w:lastRenderedPageBreak/>
        <w:t xml:space="preserve">che il prezzo offerto si intende omnicomprensivo e completo di tutto quanto previsto </w:t>
      </w:r>
      <w:bookmarkStart w:id="0" w:name="_GoBack"/>
      <w:r w:rsidR="00DC76C3" w:rsidRPr="00DC76C3">
        <w:rPr>
          <w:rFonts w:ascii="Arial" w:hAnsi="Arial" w:cs="Arial"/>
          <w:sz w:val="18"/>
          <w:szCs w:val="18"/>
        </w:rPr>
        <w:t>nella richiesta di offerta</w:t>
      </w:r>
      <w:bookmarkEnd w:id="0"/>
    </w:p>
    <w:p w:rsidR="004922DD" w:rsidRPr="002C3A4B" w:rsidRDefault="004922DD" w:rsidP="00415169">
      <w:pPr>
        <w:pStyle w:val="Paragrafoelenco"/>
        <w:rPr>
          <w:rFonts w:ascii="Arial" w:hAnsi="Arial" w:cs="Arial"/>
          <w:sz w:val="18"/>
          <w:szCs w:val="18"/>
        </w:rPr>
      </w:pPr>
    </w:p>
    <w:p w:rsidR="004922DD" w:rsidRPr="002C3A4B" w:rsidRDefault="004922DD" w:rsidP="00415169">
      <w:pPr>
        <w:numPr>
          <w:ilvl w:val="0"/>
          <w:numId w:val="26"/>
        </w:numPr>
        <w:jc w:val="both"/>
        <w:rPr>
          <w:rFonts w:ascii="Arial" w:hAnsi="Arial" w:cs="Arial"/>
          <w:sz w:val="18"/>
          <w:szCs w:val="18"/>
          <w:lang w:eastAsia="it-IT"/>
        </w:rPr>
      </w:pPr>
      <w:r w:rsidRPr="002C3A4B">
        <w:rPr>
          <w:rFonts w:ascii="Arial" w:hAnsi="Arial" w:cs="Arial"/>
          <w:sz w:val="18"/>
          <w:szCs w:val="18"/>
          <w:lang w:eastAsia="it-IT"/>
        </w:rPr>
        <w:t xml:space="preserve">che l’offerta totale comprende </w:t>
      </w:r>
      <w:r w:rsidRPr="002C3A4B">
        <w:rPr>
          <w:rFonts w:ascii="Arial" w:hAnsi="Arial" w:cs="Arial"/>
          <w:b/>
          <w:bCs/>
          <w:sz w:val="18"/>
          <w:szCs w:val="18"/>
          <w:lang w:eastAsia="it-IT"/>
        </w:rPr>
        <w:t>i costi della sicurezza aziendale</w:t>
      </w:r>
      <w:r w:rsidR="00214E5F" w:rsidRPr="002C3A4B">
        <w:rPr>
          <w:rFonts w:ascii="Arial" w:hAnsi="Arial" w:cs="Arial"/>
          <w:sz w:val="18"/>
          <w:szCs w:val="18"/>
          <w:lang w:eastAsia="it-IT"/>
        </w:rPr>
        <w:t>, ai sensi dell’art. 108, comma 9</w:t>
      </w:r>
      <w:r w:rsidR="00C6304D" w:rsidRPr="002C3A4B">
        <w:rPr>
          <w:rFonts w:ascii="Arial" w:hAnsi="Arial" w:cs="Arial"/>
          <w:sz w:val="18"/>
          <w:szCs w:val="18"/>
          <w:lang w:eastAsia="it-IT"/>
        </w:rPr>
        <w:t xml:space="preserve"> del </w:t>
      </w:r>
      <w:proofErr w:type="spellStart"/>
      <w:proofErr w:type="gramStart"/>
      <w:r w:rsidR="00C6304D" w:rsidRPr="002C3A4B">
        <w:rPr>
          <w:rFonts w:ascii="Arial" w:hAnsi="Arial" w:cs="Arial"/>
          <w:sz w:val="18"/>
          <w:szCs w:val="18"/>
          <w:lang w:eastAsia="it-IT"/>
        </w:rPr>
        <w:t>D.Lgs</w:t>
      </w:r>
      <w:proofErr w:type="spellEnd"/>
      <w:proofErr w:type="gramEnd"/>
      <w:r w:rsidR="00C6304D" w:rsidRPr="002C3A4B">
        <w:rPr>
          <w:rFonts w:ascii="Arial" w:hAnsi="Arial" w:cs="Arial"/>
          <w:sz w:val="18"/>
          <w:szCs w:val="18"/>
          <w:lang w:eastAsia="it-IT"/>
        </w:rPr>
        <w:t xml:space="preserve"> n. 36/2023</w:t>
      </w:r>
      <w:r w:rsidRPr="002C3A4B">
        <w:rPr>
          <w:rFonts w:ascii="Arial" w:hAnsi="Arial" w:cs="Arial"/>
          <w:sz w:val="18"/>
          <w:szCs w:val="18"/>
          <w:lang w:eastAsia="it-IT"/>
        </w:rPr>
        <w:t xml:space="preserve"> e </w:t>
      </w:r>
      <w:proofErr w:type="spellStart"/>
      <w:r w:rsidRPr="002C3A4B">
        <w:rPr>
          <w:rFonts w:ascii="Arial" w:hAnsi="Arial" w:cs="Arial"/>
          <w:sz w:val="18"/>
          <w:szCs w:val="18"/>
          <w:lang w:eastAsia="it-IT"/>
        </w:rPr>
        <w:t>s.m.i.</w:t>
      </w:r>
      <w:proofErr w:type="spellEnd"/>
      <w:r w:rsidRPr="002C3A4B">
        <w:rPr>
          <w:rFonts w:ascii="Arial" w:hAnsi="Arial" w:cs="Arial"/>
          <w:sz w:val="18"/>
          <w:szCs w:val="18"/>
          <w:lang w:eastAsia="it-IT"/>
        </w:rPr>
        <w:t xml:space="preserve"> e che tali costi sono pari a € _____________________________ (in lettere __________________________________) </w:t>
      </w:r>
      <w:r w:rsidRPr="002C3A4B">
        <w:rPr>
          <w:rFonts w:ascii="Arial" w:hAnsi="Arial" w:cs="Arial"/>
          <w:b/>
          <w:bCs/>
          <w:sz w:val="18"/>
          <w:szCs w:val="18"/>
          <w:lang w:eastAsia="it-IT"/>
        </w:rPr>
        <w:t>(campo da compilare obbligatoriamente);</w:t>
      </w:r>
    </w:p>
    <w:p w:rsidR="004922DD" w:rsidRPr="002C3A4B" w:rsidRDefault="004922DD" w:rsidP="00415169">
      <w:pPr>
        <w:jc w:val="both"/>
        <w:rPr>
          <w:rFonts w:ascii="Arial" w:hAnsi="Arial" w:cs="Arial"/>
          <w:sz w:val="18"/>
          <w:szCs w:val="18"/>
          <w:lang w:eastAsia="it-IT"/>
        </w:rPr>
      </w:pPr>
    </w:p>
    <w:p w:rsidR="004922DD" w:rsidRPr="002C3A4B" w:rsidRDefault="004922DD" w:rsidP="00415169">
      <w:pPr>
        <w:numPr>
          <w:ilvl w:val="0"/>
          <w:numId w:val="26"/>
        </w:numPr>
        <w:jc w:val="both"/>
        <w:rPr>
          <w:rFonts w:ascii="Arial" w:hAnsi="Arial" w:cs="Arial"/>
          <w:sz w:val="18"/>
          <w:szCs w:val="18"/>
          <w:lang w:eastAsia="it-IT"/>
        </w:rPr>
      </w:pPr>
      <w:r w:rsidRPr="002C3A4B">
        <w:rPr>
          <w:rFonts w:ascii="Arial" w:hAnsi="Arial" w:cs="Arial"/>
          <w:sz w:val="18"/>
          <w:szCs w:val="18"/>
          <w:lang w:eastAsia="it-IT"/>
        </w:rPr>
        <w:t xml:space="preserve">che i </w:t>
      </w:r>
      <w:r w:rsidRPr="002C3A4B">
        <w:rPr>
          <w:rFonts w:ascii="Arial" w:hAnsi="Arial" w:cs="Arial"/>
          <w:b/>
          <w:bCs/>
          <w:sz w:val="18"/>
          <w:szCs w:val="18"/>
          <w:lang w:eastAsia="it-IT"/>
        </w:rPr>
        <w:t xml:space="preserve">costi della manodopera </w:t>
      </w:r>
      <w:r w:rsidR="00214E5F" w:rsidRPr="002C3A4B">
        <w:rPr>
          <w:rFonts w:ascii="Arial" w:hAnsi="Arial" w:cs="Arial"/>
          <w:sz w:val="18"/>
          <w:szCs w:val="18"/>
          <w:lang w:eastAsia="it-IT"/>
        </w:rPr>
        <w:t>di cui all’art. 108, comma 9</w:t>
      </w:r>
      <w:r w:rsidR="00C6304D" w:rsidRPr="002C3A4B">
        <w:rPr>
          <w:rFonts w:ascii="Arial" w:hAnsi="Arial" w:cs="Arial"/>
          <w:sz w:val="18"/>
          <w:szCs w:val="18"/>
          <w:lang w:eastAsia="it-IT"/>
        </w:rPr>
        <w:t xml:space="preserve"> del </w:t>
      </w:r>
      <w:proofErr w:type="spellStart"/>
      <w:proofErr w:type="gramStart"/>
      <w:r w:rsidR="00C6304D" w:rsidRPr="002C3A4B">
        <w:rPr>
          <w:rFonts w:ascii="Arial" w:hAnsi="Arial" w:cs="Arial"/>
          <w:sz w:val="18"/>
          <w:szCs w:val="18"/>
          <w:lang w:eastAsia="it-IT"/>
        </w:rPr>
        <w:t>D.Lgs</w:t>
      </w:r>
      <w:proofErr w:type="gramEnd"/>
      <w:r w:rsidR="00C6304D" w:rsidRPr="002C3A4B">
        <w:rPr>
          <w:rFonts w:ascii="Arial" w:hAnsi="Arial" w:cs="Arial"/>
          <w:sz w:val="18"/>
          <w:szCs w:val="18"/>
          <w:lang w:eastAsia="it-IT"/>
        </w:rPr>
        <w:t>.</w:t>
      </w:r>
      <w:proofErr w:type="spellEnd"/>
      <w:r w:rsidR="00C6304D" w:rsidRPr="002C3A4B">
        <w:rPr>
          <w:rFonts w:ascii="Arial" w:hAnsi="Arial" w:cs="Arial"/>
          <w:sz w:val="18"/>
          <w:szCs w:val="18"/>
          <w:lang w:eastAsia="it-IT"/>
        </w:rPr>
        <w:t xml:space="preserve"> 36/2023</w:t>
      </w:r>
      <w:r w:rsidRPr="002C3A4B">
        <w:rPr>
          <w:rFonts w:ascii="Arial" w:hAnsi="Arial" w:cs="Arial"/>
          <w:sz w:val="18"/>
          <w:szCs w:val="18"/>
          <w:lang w:eastAsia="it-IT"/>
        </w:rPr>
        <w:t xml:space="preserve"> e </w:t>
      </w:r>
      <w:proofErr w:type="spellStart"/>
      <w:r w:rsidRPr="002C3A4B">
        <w:rPr>
          <w:rFonts w:ascii="Arial" w:hAnsi="Arial" w:cs="Arial"/>
          <w:sz w:val="18"/>
          <w:szCs w:val="18"/>
          <w:lang w:eastAsia="it-IT"/>
        </w:rPr>
        <w:t>s.m.i.</w:t>
      </w:r>
      <w:proofErr w:type="spellEnd"/>
      <w:r w:rsidRPr="002C3A4B">
        <w:rPr>
          <w:rFonts w:ascii="Arial" w:hAnsi="Arial" w:cs="Arial"/>
          <w:sz w:val="18"/>
          <w:szCs w:val="18"/>
          <w:lang w:eastAsia="it-IT"/>
        </w:rPr>
        <w:t xml:space="preserve"> sono pari a € _____________________________ (in lettere __________________________________) </w:t>
      </w:r>
      <w:r w:rsidR="00214E5F" w:rsidRPr="002C3A4B">
        <w:rPr>
          <w:rFonts w:ascii="Arial" w:hAnsi="Arial" w:cs="Arial"/>
          <w:b/>
          <w:bCs/>
          <w:sz w:val="18"/>
          <w:szCs w:val="18"/>
          <w:lang w:eastAsia="it-IT"/>
        </w:rPr>
        <w:t>come da tabella sottostante (campo da compilare obbligatoriamente eccetto che nelle forniture senza posa in opera e nei servizi di natura intellettuale):</w:t>
      </w:r>
    </w:p>
    <w:p w:rsidR="008C111F" w:rsidRPr="00016B7A" w:rsidRDefault="008C111F" w:rsidP="00415169">
      <w:pPr>
        <w:rPr>
          <w:rFonts w:ascii="Arial" w:hAnsi="Arial" w:cs="Arial"/>
          <w:sz w:val="18"/>
          <w:szCs w:val="18"/>
        </w:rPr>
      </w:pPr>
    </w:p>
    <w:p w:rsidR="003C5C9E" w:rsidRPr="00016B7A" w:rsidRDefault="003C5C9E" w:rsidP="00415169">
      <w:pPr>
        <w:numPr>
          <w:ilvl w:val="0"/>
          <w:numId w:val="26"/>
        </w:numPr>
        <w:jc w:val="both"/>
        <w:rPr>
          <w:rFonts w:ascii="Arial" w:hAnsi="Arial" w:cs="Arial"/>
          <w:sz w:val="18"/>
          <w:szCs w:val="18"/>
        </w:rPr>
      </w:pPr>
      <w:r w:rsidRPr="00016B7A">
        <w:rPr>
          <w:rFonts w:ascii="Arial" w:hAnsi="Arial" w:cs="Arial"/>
          <w:sz w:val="18"/>
          <w:szCs w:val="18"/>
        </w:rPr>
        <w:t xml:space="preserve">di </w:t>
      </w:r>
      <w:r w:rsidR="008C111F" w:rsidRPr="00016B7A">
        <w:rPr>
          <w:rFonts w:ascii="Arial" w:hAnsi="Arial" w:cs="Arial"/>
          <w:sz w:val="18"/>
          <w:szCs w:val="18"/>
        </w:rPr>
        <w:t>applicare al proprio perso</w:t>
      </w:r>
      <w:r w:rsidR="004A71A6">
        <w:rPr>
          <w:rFonts w:ascii="Arial" w:hAnsi="Arial" w:cs="Arial"/>
          <w:sz w:val="18"/>
          <w:szCs w:val="18"/>
        </w:rPr>
        <w:t>nale il CCNL indicato nella Lettera di invito/Disciplinare</w:t>
      </w:r>
      <w:r w:rsidR="008C111F" w:rsidRPr="00016B7A">
        <w:rPr>
          <w:rFonts w:ascii="Arial" w:hAnsi="Arial" w:cs="Arial"/>
          <w:sz w:val="18"/>
          <w:szCs w:val="18"/>
        </w:rPr>
        <w:t>;</w:t>
      </w:r>
    </w:p>
    <w:p w:rsidR="003C5C9E" w:rsidRPr="00016B7A" w:rsidRDefault="003C5C9E" w:rsidP="00415169">
      <w:pPr>
        <w:pStyle w:val="Paragrafoelenco"/>
        <w:rPr>
          <w:rFonts w:ascii="Arial" w:hAnsi="Arial" w:cs="Arial"/>
          <w:sz w:val="18"/>
          <w:szCs w:val="18"/>
        </w:rPr>
      </w:pPr>
    </w:p>
    <w:p w:rsidR="003C5C9E" w:rsidRPr="00016B7A" w:rsidRDefault="003C5C9E" w:rsidP="00415169">
      <w:pPr>
        <w:ind w:left="720"/>
        <w:jc w:val="both"/>
        <w:rPr>
          <w:rFonts w:ascii="Arial" w:hAnsi="Arial" w:cs="Arial"/>
          <w:sz w:val="18"/>
          <w:szCs w:val="18"/>
        </w:rPr>
      </w:pPr>
      <w:r w:rsidRPr="00016B7A">
        <w:rPr>
          <w:rFonts w:ascii="Arial" w:hAnsi="Arial" w:cs="Arial"/>
          <w:sz w:val="18"/>
          <w:szCs w:val="18"/>
        </w:rPr>
        <w:t>o in alternativa</w:t>
      </w:r>
    </w:p>
    <w:p w:rsidR="003C5C9E" w:rsidRPr="00016B7A" w:rsidRDefault="003C5C9E" w:rsidP="00415169">
      <w:pPr>
        <w:ind w:left="708"/>
        <w:jc w:val="both"/>
        <w:rPr>
          <w:rFonts w:ascii="Arial" w:hAnsi="Arial" w:cs="Arial"/>
          <w:sz w:val="18"/>
          <w:szCs w:val="18"/>
        </w:rPr>
      </w:pPr>
    </w:p>
    <w:p w:rsidR="003C5C9E" w:rsidRPr="00016B7A" w:rsidRDefault="003C5C9E" w:rsidP="00415169">
      <w:pPr>
        <w:numPr>
          <w:ilvl w:val="0"/>
          <w:numId w:val="26"/>
        </w:numPr>
        <w:jc w:val="both"/>
        <w:rPr>
          <w:rFonts w:ascii="Arial" w:hAnsi="Arial" w:cs="Arial"/>
          <w:sz w:val="18"/>
          <w:szCs w:val="18"/>
        </w:rPr>
      </w:pPr>
      <w:r w:rsidRPr="00016B7A">
        <w:rPr>
          <w:rFonts w:ascii="Arial" w:hAnsi="Arial" w:cs="Arial"/>
          <w:sz w:val="18"/>
          <w:szCs w:val="18"/>
        </w:rPr>
        <w:t>di applicare al personale impegnato nell’esecuzione del contratto il seguente CCNL _____________________________ (indicare il CCNL applicato) identificato dal codice alfanumerico unico ___________________________, ma di impegnarsi ad applicare il contratto collettivo nazion</w:t>
      </w:r>
      <w:r w:rsidR="004A71A6">
        <w:rPr>
          <w:rFonts w:ascii="Arial" w:hAnsi="Arial" w:cs="Arial"/>
          <w:sz w:val="18"/>
          <w:szCs w:val="18"/>
        </w:rPr>
        <w:t xml:space="preserve">ale e territoriale indicato nella Lettera di invito/Disciplinare </w:t>
      </w:r>
      <w:r w:rsidRPr="00016B7A">
        <w:rPr>
          <w:rFonts w:ascii="Arial" w:hAnsi="Arial" w:cs="Arial"/>
          <w:sz w:val="18"/>
          <w:szCs w:val="18"/>
        </w:rPr>
        <w:t>nell’esecuzione delle prestazioni oggetto del co</w:t>
      </w:r>
      <w:r w:rsidR="002B66C8" w:rsidRPr="00016B7A">
        <w:rPr>
          <w:rFonts w:ascii="Arial" w:hAnsi="Arial" w:cs="Arial"/>
          <w:sz w:val="18"/>
          <w:szCs w:val="18"/>
        </w:rPr>
        <w:t>ntratto per tutta la sua durata</w:t>
      </w:r>
      <w:r w:rsidRPr="00016B7A">
        <w:rPr>
          <w:rFonts w:ascii="Arial" w:hAnsi="Arial" w:cs="Arial"/>
          <w:sz w:val="18"/>
          <w:szCs w:val="18"/>
        </w:rPr>
        <w:t>;</w:t>
      </w:r>
    </w:p>
    <w:p w:rsidR="003C5C9E" w:rsidRPr="00016B7A" w:rsidRDefault="003C5C9E" w:rsidP="00D04D3F">
      <w:pPr>
        <w:jc w:val="both"/>
        <w:rPr>
          <w:rFonts w:ascii="Arial" w:hAnsi="Arial" w:cs="Arial"/>
          <w:sz w:val="18"/>
          <w:szCs w:val="18"/>
        </w:rPr>
      </w:pPr>
    </w:p>
    <w:p w:rsidR="003C5C9E" w:rsidRPr="00016B7A" w:rsidRDefault="003C5C9E" w:rsidP="00415169">
      <w:pPr>
        <w:numPr>
          <w:ilvl w:val="0"/>
          <w:numId w:val="26"/>
        </w:numPr>
        <w:jc w:val="both"/>
        <w:rPr>
          <w:rFonts w:ascii="Arial" w:hAnsi="Arial" w:cs="Arial"/>
          <w:sz w:val="18"/>
          <w:szCs w:val="18"/>
        </w:rPr>
      </w:pPr>
      <w:r w:rsidRPr="00016B7A">
        <w:rPr>
          <w:rFonts w:ascii="Arial" w:hAnsi="Arial" w:cs="Arial"/>
          <w:sz w:val="18"/>
          <w:szCs w:val="18"/>
        </w:rPr>
        <w:t>di assicurare l’applicazione delle medesime tutele economiche e normative garantite ai propri dipendenti ai lavoratori delle im</w:t>
      </w:r>
      <w:r w:rsidR="00E02CB5" w:rsidRPr="00016B7A">
        <w:rPr>
          <w:rFonts w:ascii="Arial" w:hAnsi="Arial" w:cs="Arial"/>
          <w:sz w:val="18"/>
          <w:szCs w:val="18"/>
        </w:rPr>
        <w:t>prese che operano in subappalto;</w:t>
      </w:r>
    </w:p>
    <w:p w:rsidR="004922DD" w:rsidRPr="00016B7A" w:rsidRDefault="004922DD" w:rsidP="00415169">
      <w:pPr>
        <w:jc w:val="both"/>
        <w:rPr>
          <w:rFonts w:ascii="Arial" w:hAnsi="Arial" w:cs="Arial"/>
          <w:sz w:val="18"/>
          <w:szCs w:val="18"/>
        </w:rPr>
      </w:pPr>
    </w:p>
    <w:p w:rsidR="00C6304D" w:rsidRPr="00016B7A" w:rsidRDefault="004922DD" w:rsidP="00415169">
      <w:pPr>
        <w:numPr>
          <w:ilvl w:val="0"/>
          <w:numId w:val="26"/>
        </w:numPr>
        <w:jc w:val="both"/>
        <w:rPr>
          <w:rFonts w:ascii="Arial" w:hAnsi="Arial" w:cs="Arial"/>
          <w:sz w:val="18"/>
          <w:szCs w:val="18"/>
        </w:rPr>
      </w:pPr>
      <w:r w:rsidRPr="00016B7A">
        <w:rPr>
          <w:rFonts w:ascii="Arial" w:hAnsi="Arial" w:cs="Arial"/>
          <w:sz w:val="18"/>
          <w:szCs w:val="18"/>
        </w:rPr>
        <w:t>la sottoscritta I</w:t>
      </w:r>
      <w:r w:rsidR="004A71A6">
        <w:rPr>
          <w:rFonts w:ascii="Arial" w:hAnsi="Arial" w:cs="Arial"/>
          <w:sz w:val="18"/>
          <w:szCs w:val="18"/>
        </w:rPr>
        <w:t>mpresa prende infine atto che l’eventuale</w:t>
      </w:r>
      <w:r w:rsidRPr="00016B7A">
        <w:rPr>
          <w:rFonts w:ascii="Arial" w:hAnsi="Arial" w:cs="Arial"/>
          <w:sz w:val="18"/>
          <w:szCs w:val="18"/>
        </w:rPr>
        <w:t xml:space="preserve"> Capitolato </w:t>
      </w:r>
      <w:r w:rsidRPr="00671138">
        <w:rPr>
          <w:rFonts w:ascii="Arial" w:hAnsi="Arial" w:cs="Arial"/>
          <w:sz w:val="18"/>
          <w:szCs w:val="18"/>
        </w:rPr>
        <w:t>Tecnico</w:t>
      </w:r>
      <w:r w:rsidR="00C6304D" w:rsidRPr="00671138">
        <w:rPr>
          <w:rFonts w:ascii="Arial" w:hAnsi="Arial" w:cs="Arial"/>
          <w:sz w:val="18"/>
          <w:szCs w:val="18"/>
        </w:rPr>
        <w:t xml:space="preserve"> (o</w:t>
      </w:r>
      <w:r w:rsidR="00671138" w:rsidRPr="00671138">
        <w:rPr>
          <w:rFonts w:ascii="Arial" w:hAnsi="Arial" w:cs="Arial"/>
          <w:sz w:val="18"/>
          <w:szCs w:val="18"/>
        </w:rPr>
        <w:t xml:space="preserve"> Relazione Tecnica o</w:t>
      </w:r>
      <w:r w:rsidR="00C6304D" w:rsidRPr="00671138">
        <w:rPr>
          <w:rFonts w:ascii="Arial" w:hAnsi="Arial" w:cs="Arial"/>
          <w:sz w:val="18"/>
          <w:szCs w:val="18"/>
        </w:rPr>
        <w:t xml:space="preserve"> Scheda Tecnica</w:t>
      </w:r>
      <w:r w:rsidR="003C5C9E" w:rsidRPr="00671138">
        <w:rPr>
          <w:rFonts w:ascii="Arial" w:hAnsi="Arial" w:cs="Arial"/>
          <w:sz w:val="18"/>
          <w:szCs w:val="18"/>
        </w:rPr>
        <w:t>)</w:t>
      </w:r>
      <w:r w:rsidRPr="00671138">
        <w:rPr>
          <w:rFonts w:ascii="Arial" w:hAnsi="Arial" w:cs="Arial"/>
          <w:sz w:val="18"/>
          <w:szCs w:val="18"/>
        </w:rPr>
        <w:t>,</w:t>
      </w:r>
      <w:r w:rsidRPr="00016B7A">
        <w:rPr>
          <w:rFonts w:ascii="Arial" w:hAnsi="Arial" w:cs="Arial"/>
          <w:sz w:val="18"/>
          <w:szCs w:val="18"/>
        </w:rPr>
        <w:t xml:space="preserve"> così come tutti gli altri atti di gara, ivi compreso quanto stabilito relativamente alle modalità di esecuzione contrattuali, nonché la presente offerta economica, costituiranno parte integrante e sostanziale del contratto che, in caso di aggiudicazione, la sottoscritta Impresa stip</w:t>
      </w:r>
      <w:r w:rsidR="00C6304D" w:rsidRPr="00016B7A">
        <w:rPr>
          <w:rFonts w:ascii="Arial" w:hAnsi="Arial" w:cs="Arial"/>
          <w:sz w:val="18"/>
          <w:szCs w:val="18"/>
        </w:rPr>
        <w:t>ulerà con la Stazione Appaltante.</w:t>
      </w:r>
    </w:p>
    <w:p w:rsidR="00900FB5" w:rsidRPr="00016B7A" w:rsidRDefault="00900FB5" w:rsidP="00061F9A">
      <w:pPr>
        <w:jc w:val="both"/>
        <w:rPr>
          <w:rFonts w:ascii="Arial" w:hAnsi="Arial" w:cs="Arial"/>
          <w:sz w:val="18"/>
          <w:szCs w:val="18"/>
        </w:rPr>
      </w:pPr>
    </w:p>
    <w:p w:rsidR="00D04D3F" w:rsidRDefault="004456AE" w:rsidP="004456AE">
      <w:pPr>
        <w:ind w:left="106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</w:p>
    <w:p w:rsidR="00D04D3F" w:rsidRDefault="00D04D3F" w:rsidP="004456AE">
      <w:pPr>
        <w:ind w:left="10620"/>
        <w:rPr>
          <w:rFonts w:ascii="Arial" w:hAnsi="Arial" w:cs="Arial"/>
          <w:sz w:val="18"/>
          <w:szCs w:val="18"/>
        </w:rPr>
      </w:pPr>
    </w:p>
    <w:p w:rsidR="003C5C9E" w:rsidRPr="00016B7A" w:rsidRDefault="00934043" w:rsidP="00934043">
      <w:pPr>
        <w:ind w:left="106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4922DD" w:rsidRPr="00016B7A">
        <w:rPr>
          <w:rFonts w:ascii="Arial" w:hAnsi="Arial" w:cs="Arial"/>
          <w:sz w:val="18"/>
          <w:szCs w:val="18"/>
        </w:rPr>
        <w:t>Firma</w:t>
      </w:r>
    </w:p>
    <w:p w:rsidR="004922DD" w:rsidRPr="00016B7A" w:rsidRDefault="004922DD" w:rsidP="00061F9A">
      <w:pPr>
        <w:spacing w:line="276" w:lineRule="auto"/>
        <w:ind w:left="9204" w:firstLine="708"/>
        <w:jc w:val="both"/>
        <w:rPr>
          <w:rFonts w:ascii="Arial" w:hAnsi="Arial" w:cs="Arial"/>
          <w:sz w:val="18"/>
          <w:szCs w:val="18"/>
        </w:rPr>
      </w:pPr>
      <w:r w:rsidRPr="00016B7A">
        <w:rPr>
          <w:rFonts w:ascii="Arial" w:hAnsi="Arial" w:cs="Arial"/>
          <w:sz w:val="18"/>
          <w:szCs w:val="18"/>
        </w:rPr>
        <w:t xml:space="preserve">(legale rappresentante/procuratore) </w:t>
      </w:r>
    </w:p>
    <w:p w:rsidR="003C5C9E" w:rsidRPr="00016B7A" w:rsidRDefault="004922DD" w:rsidP="00415169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016B7A">
        <w:rPr>
          <w:rFonts w:ascii="Arial" w:hAnsi="Arial" w:cs="Arial"/>
          <w:sz w:val="18"/>
          <w:szCs w:val="18"/>
        </w:rPr>
        <w:tab/>
      </w:r>
      <w:r w:rsidRPr="00016B7A">
        <w:rPr>
          <w:rFonts w:ascii="Arial" w:hAnsi="Arial" w:cs="Arial"/>
          <w:sz w:val="18"/>
          <w:szCs w:val="18"/>
        </w:rPr>
        <w:tab/>
      </w:r>
      <w:r w:rsidRPr="00016B7A">
        <w:rPr>
          <w:rFonts w:ascii="Arial" w:hAnsi="Arial" w:cs="Arial"/>
          <w:sz w:val="18"/>
          <w:szCs w:val="18"/>
        </w:rPr>
        <w:tab/>
      </w:r>
      <w:r w:rsidRPr="00016B7A">
        <w:rPr>
          <w:rFonts w:ascii="Arial" w:hAnsi="Arial" w:cs="Arial"/>
          <w:sz w:val="18"/>
          <w:szCs w:val="18"/>
        </w:rPr>
        <w:tab/>
      </w:r>
      <w:r w:rsidRPr="00016B7A">
        <w:rPr>
          <w:rFonts w:ascii="Arial" w:hAnsi="Arial" w:cs="Arial"/>
          <w:sz w:val="18"/>
          <w:szCs w:val="18"/>
        </w:rPr>
        <w:tab/>
      </w:r>
      <w:r w:rsidRPr="00016B7A">
        <w:rPr>
          <w:rFonts w:ascii="Arial" w:hAnsi="Arial" w:cs="Arial"/>
          <w:sz w:val="18"/>
          <w:szCs w:val="18"/>
        </w:rPr>
        <w:tab/>
      </w:r>
      <w:r w:rsidRPr="00016B7A">
        <w:rPr>
          <w:rFonts w:ascii="Arial" w:hAnsi="Arial" w:cs="Arial"/>
          <w:sz w:val="18"/>
          <w:szCs w:val="18"/>
        </w:rPr>
        <w:tab/>
        <w:t xml:space="preserve">                      </w:t>
      </w:r>
    </w:p>
    <w:p w:rsidR="004922DD" w:rsidRDefault="004922DD" w:rsidP="00415169">
      <w:pPr>
        <w:widowControl w:val="0"/>
        <w:ind w:left="9204" w:firstLine="708"/>
        <w:jc w:val="both"/>
        <w:rPr>
          <w:rFonts w:ascii="Arial" w:hAnsi="Arial" w:cs="Arial"/>
          <w:sz w:val="18"/>
          <w:szCs w:val="18"/>
        </w:rPr>
      </w:pPr>
      <w:r w:rsidRPr="00016B7A">
        <w:rPr>
          <w:rFonts w:ascii="Arial" w:hAnsi="Arial" w:cs="Arial"/>
          <w:sz w:val="18"/>
          <w:szCs w:val="18"/>
        </w:rPr>
        <w:t>___________________________</w:t>
      </w:r>
      <w:r w:rsidR="00C6304D" w:rsidRPr="00016B7A">
        <w:rPr>
          <w:rFonts w:ascii="Arial" w:hAnsi="Arial" w:cs="Arial"/>
          <w:sz w:val="18"/>
          <w:szCs w:val="18"/>
        </w:rPr>
        <w:t>___</w:t>
      </w:r>
    </w:p>
    <w:p w:rsidR="00862F00" w:rsidRPr="00016B7A" w:rsidRDefault="00862F00" w:rsidP="00061F9A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eastAsia="it-IT"/>
        </w:rPr>
      </w:pPr>
    </w:p>
    <w:sectPr w:rsidR="00862F00" w:rsidRPr="00016B7A" w:rsidSect="004922DD">
      <w:headerReference w:type="default" r:id="rId7"/>
      <w:footerReference w:type="default" r:id="rId8"/>
      <w:footnotePr>
        <w:pos w:val="beneathText"/>
      </w:footnotePr>
      <w:pgSz w:w="16837" w:h="11905" w:orient="landscape"/>
      <w:pgMar w:top="1134" w:right="1134" w:bottom="1134" w:left="1417" w:header="719" w:footer="12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8F0" w:rsidRDefault="001938F0">
      <w:r>
        <w:separator/>
      </w:r>
    </w:p>
  </w:endnote>
  <w:endnote w:type="continuationSeparator" w:id="0">
    <w:p w:rsidR="001938F0" w:rsidRDefault="00193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2B66C8">
    <w:pPr>
      <w:pStyle w:val="Pidipagina"/>
      <w:ind w:right="360"/>
    </w:pPr>
    <w:r>
      <w:rPr>
        <w:noProof/>
        <w:lang w:eastAsia="it-IT"/>
      </w:rPr>
      <w:drawing>
        <wp:anchor distT="0" distB="0" distL="114935" distR="114935" simplePos="0" relativeHeight="251656704" behindDoc="1" locked="0" layoutInCell="1" allowOverlap="1" wp14:anchorId="5072C2BE" wp14:editId="5DA5C6CB">
          <wp:simplePos x="0" y="0"/>
          <wp:positionH relativeFrom="column">
            <wp:posOffset>-375009</wp:posOffset>
          </wp:positionH>
          <wp:positionV relativeFrom="paragraph">
            <wp:posOffset>-12396</wp:posOffset>
          </wp:positionV>
          <wp:extent cx="10718358" cy="166115"/>
          <wp:effectExtent l="0" t="0" r="0" b="0"/>
          <wp:wrapNone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89" t="56979" b="18077"/>
                  <a:stretch>
                    <a:fillRect/>
                  </a:stretch>
                </pic:blipFill>
                <pic:spPr bwMode="auto">
                  <a:xfrm>
                    <a:off x="0" y="0"/>
                    <a:ext cx="12595712" cy="195211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17095"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7728" behindDoc="1" locked="0" layoutInCell="1" allowOverlap="1">
              <wp:simplePos x="0" y="0"/>
              <wp:positionH relativeFrom="page">
                <wp:posOffset>565150</wp:posOffset>
              </wp:positionH>
              <wp:positionV relativeFrom="page">
                <wp:posOffset>9715500</wp:posOffset>
              </wp:positionV>
              <wp:extent cx="1898650" cy="7556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8650" cy="755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ARES Azienda Regionale della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Salute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Sede Legale:</w:t>
                          </w:r>
                          <w:r w:rsid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Via Piero della Francesca Comune: 09047 - Selargius (CA)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P.IVA: 03990570925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C.F.: 03990570925 </w:t>
                          </w:r>
                        </w:p>
                        <w:p w:rsidR="0078256D" w:rsidRPr="0050594F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www.aressardegna.it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44.5pt;margin-top:765pt;width:149.5pt;height:59.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" stroked="f">
              <v:textbox inset="0,0,0,0">
                <w:txbxContent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ARES Azienda Regionale della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Salute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Sede Legale:</w:t>
                    </w:r>
                    <w:r w:rsid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Via Piero della Francesca Comune: 09047 - Selargius (CA)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P.IVA: 03990570925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C.F.: 03990570925 </w:t>
                    </w:r>
                  </w:p>
                  <w:p w:rsidR="0078256D" w:rsidRPr="0050594F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www.aressardegna.it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Grigliatabel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0188"/>
      <w:gridCol w:w="4088"/>
    </w:tblGrid>
    <w:tr w:rsidR="00C87A31" w:rsidTr="00C87A31">
      <w:tc>
        <w:tcPr>
          <w:tcW w:w="10314" w:type="dxa"/>
        </w:tcPr>
        <w:p w:rsidR="00C87A31" w:rsidRPr="000B16AA" w:rsidRDefault="00C87A31" w:rsidP="00C87A31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sz w:val="16"/>
              <w:szCs w:val="16"/>
            </w:rPr>
          </w:pPr>
          <w:r w:rsidRPr="000B16AA">
            <w:rPr>
              <w:rFonts w:ascii="Arial" w:hAnsi="Arial"/>
              <w:b/>
              <w:sz w:val="16"/>
              <w:szCs w:val="16"/>
            </w:rPr>
            <w:t>ARES Azienda Regionale della Salute</w:t>
          </w:r>
        </w:p>
        <w:p w:rsidR="00C87A31" w:rsidRPr="00583F76" w:rsidRDefault="00C87A31" w:rsidP="00C87A31">
          <w:pPr>
            <w:tabs>
              <w:tab w:val="left" w:pos="567"/>
            </w:tabs>
            <w:spacing w:line="252" w:lineRule="auto"/>
            <w:rPr>
              <w:rFonts w:ascii="Arial" w:hAnsi="Arial"/>
              <w:sz w:val="16"/>
              <w:szCs w:val="16"/>
            </w:rPr>
          </w:pPr>
          <w:r w:rsidRPr="000B16AA">
            <w:rPr>
              <w:rFonts w:ascii="Arial" w:hAnsi="Arial"/>
              <w:b/>
              <w:sz w:val="16"/>
              <w:szCs w:val="16"/>
            </w:rPr>
            <w:t>Sede Legale:</w:t>
          </w:r>
          <w:r>
            <w:rPr>
              <w:rFonts w:ascii="Arial" w:hAnsi="Arial"/>
              <w:sz w:val="16"/>
              <w:szCs w:val="16"/>
            </w:rPr>
            <w:t xml:space="preserve"> </w:t>
          </w:r>
          <w:r w:rsidRPr="00583F76">
            <w:rPr>
              <w:rFonts w:ascii="Arial" w:hAnsi="Arial"/>
              <w:sz w:val="16"/>
              <w:szCs w:val="16"/>
            </w:rPr>
            <w:t>Via Piero della Francesca</w:t>
          </w:r>
        </w:p>
        <w:p w:rsidR="00C87A31" w:rsidRPr="00583F76" w:rsidRDefault="00C87A31" w:rsidP="00C87A31">
          <w:pPr>
            <w:tabs>
              <w:tab w:val="left" w:pos="567"/>
            </w:tabs>
            <w:spacing w:line="252" w:lineRule="auto"/>
            <w:rPr>
              <w:rFonts w:ascii="Arial" w:hAnsi="Arial"/>
              <w:sz w:val="16"/>
              <w:szCs w:val="16"/>
            </w:rPr>
          </w:pPr>
          <w:r w:rsidRPr="000B16AA">
            <w:rPr>
              <w:rFonts w:ascii="Arial" w:hAnsi="Arial"/>
              <w:b/>
              <w:sz w:val="16"/>
              <w:szCs w:val="16"/>
            </w:rPr>
            <w:t>Comune:</w:t>
          </w:r>
          <w:r>
            <w:rPr>
              <w:rFonts w:ascii="Arial" w:hAnsi="Arial"/>
              <w:sz w:val="16"/>
              <w:szCs w:val="16"/>
            </w:rPr>
            <w:t xml:space="preserve"> 09046 - </w:t>
          </w:r>
          <w:r w:rsidRPr="00583F76">
            <w:rPr>
              <w:rFonts w:ascii="Arial" w:hAnsi="Arial"/>
              <w:sz w:val="16"/>
              <w:szCs w:val="16"/>
            </w:rPr>
            <w:t>Selargius (CA)</w:t>
          </w:r>
          <w:r>
            <w:rPr>
              <w:rFonts w:ascii="Arial" w:hAnsi="Arial"/>
              <w:sz w:val="16"/>
              <w:szCs w:val="16"/>
            </w:rPr>
            <w:t xml:space="preserve"> </w:t>
          </w:r>
        </w:p>
        <w:p w:rsidR="00C87A31" w:rsidRPr="00760017" w:rsidRDefault="00C87A31" w:rsidP="00C87A31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sz w:val="16"/>
              <w:szCs w:val="16"/>
            </w:rPr>
          </w:pPr>
          <w:r w:rsidRPr="000B16AA">
            <w:rPr>
              <w:rFonts w:ascii="Arial" w:hAnsi="Arial"/>
              <w:b/>
              <w:sz w:val="16"/>
              <w:szCs w:val="16"/>
            </w:rPr>
            <w:t>P.IVA:</w:t>
          </w:r>
          <w:r w:rsidRPr="00760017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760017">
            <w:rPr>
              <w:rFonts w:ascii="Arial" w:hAnsi="Arial"/>
              <w:color w:val="000000"/>
              <w:sz w:val="16"/>
              <w:szCs w:val="16"/>
              <w:shd w:val="clear" w:color="auto" w:fill="FFFFFF"/>
            </w:rPr>
            <w:t>03990570925</w:t>
          </w:r>
        </w:p>
        <w:p w:rsidR="00C87A31" w:rsidRPr="003816CE" w:rsidRDefault="00C87A31" w:rsidP="00C87A31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sz w:val="16"/>
              <w:szCs w:val="16"/>
            </w:rPr>
          </w:pPr>
          <w:r w:rsidRPr="000B16AA">
            <w:rPr>
              <w:rFonts w:ascii="Arial" w:hAnsi="Arial"/>
              <w:b/>
              <w:sz w:val="16"/>
              <w:szCs w:val="16"/>
            </w:rPr>
            <w:t>C.F.:</w:t>
          </w:r>
          <w:r w:rsidRPr="003816CE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760017">
            <w:rPr>
              <w:rFonts w:ascii="Arial" w:hAnsi="Arial"/>
              <w:color w:val="000000"/>
              <w:sz w:val="16"/>
              <w:szCs w:val="16"/>
              <w:shd w:val="clear" w:color="auto" w:fill="FFFFFF"/>
            </w:rPr>
            <w:t>03990570925</w:t>
          </w:r>
        </w:p>
        <w:p w:rsidR="00C87A31" w:rsidRPr="00050E5B" w:rsidRDefault="001B06C5" w:rsidP="00C87A31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sz w:val="16"/>
              <w:szCs w:val="16"/>
            </w:rPr>
          </w:pPr>
          <w:r w:rsidRPr="001B06C5">
            <w:rPr>
              <w:rFonts w:ascii="Arial" w:hAnsi="Arial"/>
              <w:b/>
              <w:sz w:val="16"/>
              <w:szCs w:val="16"/>
            </w:rPr>
            <w:t>www.aressardegna.it</w:t>
          </w:r>
        </w:p>
      </w:tc>
      <w:tc>
        <w:tcPr>
          <w:tcW w:w="4112" w:type="dxa"/>
        </w:tcPr>
        <w:p w:rsidR="00C87A31" w:rsidRPr="00C87A31" w:rsidRDefault="00C87A31" w:rsidP="00C87A31">
          <w:pPr>
            <w:tabs>
              <w:tab w:val="left" w:pos="567"/>
            </w:tabs>
            <w:spacing w:line="256" w:lineRule="auto"/>
            <w:rPr>
              <w:rFonts w:ascii="Arial" w:hAnsi="Arial"/>
              <w:b/>
              <w:sz w:val="16"/>
              <w:szCs w:val="16"/>
            </w:rPr>
          </w:pPr>
          <w:r w:rsidRPr="00C87A31">
            <w:rPr>
              <w:rFonts w:ascii="Arial" w:hAnsi="Arial"/>
              <w:b/>
              <w:sz w:val="16"/>
              <w:szCs w:val="16"/>
            </w:rPr>
            <w:t>SSD Acquisti di Tecnologie Informatiche</w:t>
          </w:r>
        </w:p>
        <w:p w:rsidR="00C87A31" w:rsidRPr="00C87A31" w:rsidRDefault="00C87A31" w:rsidP="00C87A31">
          <w:pPr>
            <w:tabs>
              <w:tab w:val="left" w:pos="567"/>
            </w:tabs>
            <w:spacing w:line="252" w:lineRule="auto"/>
            <w:rPr>
              <w:rFonts w:ascii="Arial" w:hAnsi="Arial"/>
              <w:sz w:val="16"/>
              <w:lang w:val="en-US"/>
            </w:rPr>
          </w:pPr>
          <w:proofErr w:type="spellStart"/>
          <w:r w:rsidRPr="00050E5B">
            <w:rPr>
              <w:rFonts w:ascii="Arial" w:hAnsi="Arial"/>
              <w:b/>
              <w:sz w:val="16"/>
              <w:lang w:val="en-US"/>
            </w:rPr>
            <w:t>Sede</w:t>
          </w:r>
          <w:proofErr w:type="spellEnd"/>
          <w:r w:rsidRPr="00050E5B">
            <w:rPr>
              <w:rFonts w:ascii="Arial" w:hAnsi="Arial"/>
              <w:b/>
              <w:sz w:val="16"/>
              <w:lang w:val="en-US"/>
            </w:rPr>
            <w:t>:</w:t>
          </w:r>
          <w:r w:rsidRPr="00C87A31">
            <w:rPr>
              <w:rFonts w:ascii="Arial" w:hAnsi="Arial"/>
              <w:sz w:val="16"/>
              <w:lang w:val="en-US"/>
            </w:rPr>
            <w:t xml:space="preserve"> Via </w:t>
          </w:r>
          <w:proofErr w:type="spellStart"/>
          <w:r w:rsidRPr="00C87A31">
            <w:rPr>
              <w:rFonts w:ascii="Arial" w:hAnsi="Arial"/>
              <w:sz w:val="16"/>
              <w:lang w:val="en-US"/>
            </w:rPr>
            <w:t>Piero</w:t>
          </w:r>
          <w:proofErr w:type="spellEnd"/>
          <w:r w:rsidRPr="00C87A31">
            <w:rPr>
              <w:rFonts w:ascii="Arial" w:hAnsi="Arial"/>
              <w:sz w:val="16"/>
              <w:lang w:val="en-US"/>
            </w:rPr>
            <w:t xml:space="preserve"> </w:t>
          </w:r>
          <w:proofErr w:type="spellStart"/>
          <w:r w:rsidRPr="00C87A31">
            <w:rPr>
              <w:rFonts w:ascii="Arial" w:hAnsi="Arial"/>
              <w:sz w:val="16"/>
              <w:lang w:val="en-US"/>
            </w:rPr>
            <w:t>della</w:t>
          </w:r>
          <w:proofErr w:type="spellEnd"/>
          <w:r w:rsidRPr="00C87A31">
            <w:rPr>
              <w:rFonts w:ascii="Arial" w:hAnsi="Arial"/>
              <w:sz w:val="16"/>
              <w:lang w:val="en-US"/>
            </w:rPr>
            <w:t xml:space="preserve"> Francesca 1 09047 </w:t>
          </w:r>
          <w:proofErr w:type="spellStart"/>
          <w:r w:rsidRPr="00C87A31">
            <w:rPr>
              <w:rFonts w:ascii="Arial" w:hAnsi="Arial"/>
              <w:sz w:val="16"/>
              <w:lang w:val="en-US"/>
            </w:rPr>
            <w:t>Selargius</w:t>
          </w:r>
          <w:proofErr w:type="spellEnd"/>
        </w:p>
        <w:p w:rsidR="00C87A31" w:rsidRPr="00C87A31" w:rsidRDefault="00DC76C3" w:rsidP="00C87A31">
          <w:pPr>
            <w:tabs>
              <w:tab w:val="left" w:pos="567"/>
            </w:tabs>
            <w:spacing w:line="252" w:lineRule="auto"/>
            <w:rPr>
              <w:rFonts w:ascii="Arial" w:hAnsi="Arial"/>
              <w:sz w:val="16"/>
              <w:lang w:val="en-US"/>
            </w:rPr>
          </w:pPr>
          <w:hyperlink r:id="rId2" w:history="1">
            <w:r w:rsidR="00050E5B" w:rsidRPr="00050E5B">
              <w:rPr>
                <w:rFonts w:ascii="Arial" w:hAnsi="Arial"/>
                <w:b/>
                <w:sz w:val="16"/>
                <w:lang w:val="en-US"/>
              </w:rPr>
              <w:t>E</w:t>
            </w:r>
            <w:r w:rsidR="00C87A31" w:rsidRPr="00050E5B">
              <w:rPr>
                <w:rFonts w:ascii="Arial" w:hAnsi="Arial"/>
                <w:b/>
                <w:sz w:val="16"/>
                <w:lang w:val="en-US"/>
              </w:rPr>
              <w:t>mail</w:t>
            </w:r>
            <w:r w:rsidR="00C87A31" w:rsidRPr="00C87A31">
              <w:rPr>
                <w:rFonts w:ascii="Arial" w:hAnsi="Arial"/>
                <w:sz w:val="16"/>
                <w:lang w:val="en-US"/>
              </w:rPr>
              <w:t>:</w:t>
            </w:r>
          </w:hyperlink>
          <w:r w:rsidR="00C87A31" w:rsidRPr="00C87A31">
            <w:rPr>
              <w:rFonts w:ascii="Arial" w:hAnsi="Arial"/>
              <w:sz w:val="16"/>
              <w:lang w:val="en-US"/>
            </w:rPr>
            <w:t xml:space="preserve"> </w:t>
          </w:r>
          <w:hyperlink r:id="rId3" w:history="1">
            <w:r w:rsidR="00C87A31" w:rsidRPr="00050E5B">
              <w:rPr>
                <w:rStyle w:val="Collegamentoipertestuale"/>
                <w:rFonts w:ascii="Arial" w:hAnsi="Arial"/>
                <w:color w:val="auto"/>
                <w:sz w:val="16"/>
                <w:u w:val="none"/>
                <w:lang w:val="en-US"/>
              </w:rPr>
              <w:t>acquisti.ict@aressardegna.it</w:t>
            </w:r>
          </w:hyperlink>
          <w:r w:rsidR="00C87A31" w:rsidRPr="00C87A31">
            <w:rPr>
              <w:rFonts w:ascii="Arial" w:hAnsi="Arial"/>
              <w:sz w:val="16"/>
              <w:lang w:val="en-US"/>
            </w:rPr>
            <w:t xml:space="preserve"> </w:t>
          </w:r>
        </w:p>
        <w:p w:rsidR="00C87A31" w:rsidRPr="00C87A31" w:rsidRDefault="00C87A31" w:rsidP="00C87A31">
          <w:pPr>
            <w:tabs>
              <w:tab w:val="left" w:pos="567"/>
            </w:tabs>
            <w:spacing w:line="252" w:lineRule="auto"/>
            <w:rPr>
              <w:rFonts w:ascii="Arial" w:hAnsi="Arial"/>
              <w:sz w:val="16"/>
              <w:lang w:val="en-US"/>
            </w:rPr>
          </w:pPr>
          <w:r w:rsidRPr="00050E5B">
            <w:rPr>
              <w:rFonts w:ascii="Arial" w:hAnsi="Arial"/>
              <w:b/>
              <w:sz w:val="16"/>
              <w:lang w:val="en-US"/>
            </w:rPr>
            <w:t>PEC:</w:t>
          </w:r>
          <w:r w:rsidRPr="00C87A31">
            <w:rPr>
              <w:rFonts w:ascii="Arial" w:hAnsi="Arial"/>
              <w:sz w:val="16"/>
              <w:lang w:val="en-US"/>
            </w:rPr>
            <w:t xml:space="preserve"> </w:t>
          </w:r>
          <w:hyperlink r:id="rId4" w:history="1">
            <w:r w:rsidRPr="00050E5B">
              <w:rPr>
                <w:rStyle w:val="Collegamentoipertestuale"/>
                <w:rFonts w:ascii="Arial" w:hAnsi="Arial"/>
                <w:color w:val="auto"/>
                <w:sz w:val="16"/>
                <w:u w:val="none"/>
                <w:lang w:val="en-US"/>
              </w:rPr>
              <w:t>acquisti.ict@pec.aressardegna.it</w:t>
            </w:r>
          </w:hyperlink>
          <w:r w:rsidRPr="00C87A31">
            <w:rPr>
              <w:rFonts w:ascii="Arial" w:hAnsi="Arial"/>
              <w:sz w:val="16"/>
              <w:lang w:val="en-US"/>
            </w:rPr>
            <w:t xml:space="preserve"> </w:t>
          </w:r>
        </w:p>
        <w:p w:rsidR="00C87A31" w:rsidRDefault="00C87A31" w:rsidP="0050594F">
          <w:pPr>
            <w:suppressAutoHyphens w:val="0"/>
            <w:autoSpaceDE w:val="0"/>
            <w:autoSpaceDN w:val="0"/>
            <w:adjustRightInd w:val="0"/>
          </w:pPr>
        </w:p>
      </w:tc>
    </w:tr>
  </w:tbl>
  <w:p w:rsidR="0078256D" w:rsidRDefault="0078256D" w:rsidP="001B06C5">
    <w:pPr>
      <w:suppressAutoHyphens w:val="0"/>
      <w:autoSpaceDE w:val="0"/>
      <w:autoSpaceDN w:val="0"/>
      <w:adjustRightInd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8F0" w:rsidRDefault="001938F0">
      <w:r>
        <w:separator/>
      </w:r>
    </w:p>
  </w:footnote>
  <w:footnote w:type="continuationSeparator" w:id="0">
    <w:p w:rsidR="001938F0" w:rsidRDefault="00193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1B06C5">
    <w:pPr>
      <w:pStyle w:val="Intestazione"/>
    </w:pPr>
    <w:r w:rsidRPr="00D04591">
      <w:rPr>
        <w:rFonts w:ascii="Arial" w:hAnsi="Arial"/>
        <w:noProof/>
        <w:sz w:val="20"/>
        <w:szCs w:val="20"/>
        <w:lang w:eastAsia="it-IT"/>
      </w:rPr>
      <w:drawing>
        <wp:anchor distT="0" distB="0" distL="114300" distR="114300" simplePos="0" relativeHeight="251657216" behindDoc="0" locked="0" layoutInCell="1" allowOverlap="1" wp14:anchorId="6E87E5F7" wp14:editId="6E8E25CB">
          <wp:simplePos x="0" y="0"/>
          <wp:positionH relativeFrom="column">
            <wp:posOffset>-185420</wp:posOffset>
          </wp:positionH>
          <wp:positionV relativeFrom="paragraph">
            <wp:posOffset>3810</wp:posOffset>
          </wp:positionV>
          <wp:extent cx="1895475" cy="468241"/>
          <wp:effectExtent l="0" t="0" r="0" b="825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68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17095"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page">
                <wp:posOffset>8141970</wp:posOffset>
              </wp:positionH>
              <wp:positionV relativeFrom="page">
                <wp:posOffset>563880</wp:posOffset>
              </wp:positionV>
              <wp:extent cx="1931670" cy="68262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1670" cy="682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7F50" w:rsidRPr="00F04FD0" w:rsidRDefault="00317F50" w:rsidP="00317F50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/>
                              <w:b/>
                              <w:sz w:val="22"/>
                            </w:rPr>
                          </w:pPr>
                          <w:r w:rsidRPr="00F04FD0">
                            <w:rPr>
                              <w:rFonts w:ascii="Arial" w:hAnsi="Arial"/>
                              <w:b/>
                              <w:bCs/>
                              <w:sz w:val="18"/>
                              <w:szCs w:val="18"/>
                              <w:lang w:eastAsia="it-IT"/>
                            </w:rPr>
                            <w:t>SSD ACQUISTI DI TECNOLOGIE INFORMATICHE</w:t>
                          </w:r>
                        </w:p>
                        <w:p w:rsidR="0078256D" w:rsidRPr="00F04FD0" w:rsidRDefault="0078256D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b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41.1pt;margin-top:44.4pt;width:152.1pt;height:53.7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" stroked="f">
              <v:textbox inset="0,0,0,0">
                <w:txbxContent>
                  <w:p w:rsidR="00317F50" w:rsidRPr="00F04FD0" w:rsidRDefault="00317F50" w:rsidP="00317F50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/>
                        <w:b/>
                        <w:sz w:val="22"/>
                      </w:rPr>
                    </w:pPr>
                    <w:r w:rsidRPr="00F04FD0">
                      <w:rPr>
                        <w:rFonts w:ascii="Arial" w:hAnsi="Arial"/>
                        <w:b/>
                        <w:bCs/>
                        <w:sz w:val="18"/>
                        <w:szCs w:val="18"/>
                        <w:lang w:eastAsia="it-IT"/>
                      </w:rPr>
                      <w:t>SSD ACQUISTI DI TECNOLOGIE INFORMATICHE</w:t>
                    </w:r>
                  </w:p>
                  <w:p w:rsidR="0078256D" w:rsidRPr="00F04FD0" w:rsidRDefault="0078256D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b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17095"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9776" behindDoc="1" locked="0" layoutInCell="1" allowOverlap="1">
              <wp:simplePos x="0" y="0"/>
              <wp:positionH relativeFrom="page">
                <wp:posOffset>4482465</wp:posOffset>
              </wp:positionH>
              <wp:positionV relativeFrom="page">
                <wp:posOffset>401320</wp:posOffset>
              </wp:positionV>
              <wp:extent cx="1913890" cy="7086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3890" cy="7086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256D" w:rsidRDefault="0078256D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b/>
                              <w:sz w:val="22"/>
                            </w:rPr>
                          </w:pPr>
                        </w:p>
                        <w:p w:rsidR="0078256D" w:rsidRPr="00F04FD0" w:rsidRDefault="0078256D" w:rsidP="00F04FD0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eastAsia="it-IT"/>
                            </w:rPr>
                          </w:pPr>
                          <w:r w:rsidRPr="00F04FD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eastAsia="it-IT"/>
                            </w:rPr>
                            <w:t>DIPARTIMENTO</w:t>
                          </w:r>
                          <w:r w:rsidR="00F04FD0" w:rsidRPr="00F04FD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eastAsia="it-IT"/>
                            </w:rPr>
                            <w:t xml:space="preserve"> SANITÀ DIGITALE E INNOVAZIONE TECNOLOGICA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352.95pt;margin-top:31.6pt;width:150.7pt;height:55.8pt;z-index:-251656704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" stroked="f">
              <v:fill opacity="0"/>
              <v:textbox inset="0,0,0,0">
                <w:txbxContent>
                  <w:p w:rsidR="0078256D" w:rsidRDefault="0078256D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b/>
                        <w:sz w:val="22"/>
                      </w:rPr>
                    </w:pPr>
                  </w:p>
                  <w:p w:rsidR="0078256D" w:rsidRPr="00F04FD0" w:rsidRDefault="0078256D" w:rsidP="00F04FD0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eastAsia="it-IT"/>
                      </w:rPr>
                    </w:pPr>
                    <w:r w:rsidRPr="00F04FD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eastAsia="it-IT"/>
                      </w:rPr>
                      <w:t>DIPARTIMENTO</w:t>
                    </w:r>
                    <w:r w:rsidR="00F04FD0" w:rsidRPr="00F04FD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eastAsia="it-IT"/>
                      </w:rPr>
                      <w:t xml:space="preserve"> SANITÀ DIGITALE E INNOVAZIONE TECNOLOGICA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78256D" w:rsidRDefault="0078256D">
    <w:pPr>
      <w:pStyle w:val="Intestazione"/>
      <w:tabs>
        <w:tab w:val="clear" w:pos="4819"/>
        <w:tab w:val="clear" w:pos="9638"/>
        <w:tab w:val="left" w:pos="1770"/>
        <w:tab w:val="left" w:pos="4050"/>
      </w:tabs>
    </w:pPr>
  </w:p>
  <w:p w:rsidR="0078256D" w:rsidRDefault="00F04FD0" w:rsidP="00F04FD0">
    <w:pPr>
      <w:pStyle w:val="Intestazione"/>
      <w:tabs>
        <w:tab w:val="clear" w:pos="4819"/>
        <w:tab w:val="clear" w:pos="9638"/>
        <w:tab w:val="left" w:pos="3630"/>
      </w:tabs>
    </w:pPr>
    <w:r>
      <w:tab/>
    </w:r>
  </w:p>
  <w:p w:rsidR="0078256D" w:rsidRDefault="0078256D">
    <w:pPr>
      <w:pStyle w:val="Intestazione"/>
      <w:tabs>
        <w:tab w:val="clear" w:pos="4819"/>
        <w:tab w:val="clear" w:pos="9638"/>
        <w:tab w:val="left" w:pos="1770"/>
        <w:tab w:val="left" w:pos="4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00589"/>
    <w:multiLevelType w:val="hybridMultilevel"/>
    <w:tmpl w:val="1F8A74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15F8D"/>
    <w:multiLevelType w:val="hybridMultilevel"/>
    <w:tmpl w:val="B5529148"/>
    <w:lvl w:ilvl="0" w:tplc="8E64FB0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809B2"/>
    <w:multiLevelType w:val="hybridMultilevel"/>
    <w:tmpl w:val="408A4A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D769E"/>
    <w:multiLevelType w:val="hybridMultilevel"/>
    <w:tmpl w:val="C9DC758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D3900"/>
    <w:multiLevelType w:val="hybridMultilevel"/>
    <w:tmpl w:val="980681FE"/>
    <w:lvl w:ilvl="0" w:tplc="AE2C71C2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100D6"/>
    <w:multiLevelType w:val="hybridMultilevel"/>
    <w:tmpl w:val="91B41B4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A056B5"/>
    <w:multiLevelType w:val="multilevel"/>
    <w:tmpl w:val="38267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50532A"/>
    <w:multiLevelType w:val="hybridMultilevel"/>
    <w:tmpl w:val="8A2AE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D7FA4"/>
    <w:multiLevelType w:val="hybridMultilevel"/>
    <w:tmpl w:val="FB80F10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36156D"/>
    <w:multiLevelType w:val="multilevel"/>
    <w:tmpl w:val="5F443EC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995A91"/>
    <w:multiLevelType w:val="hybridMultilevel"/>
    <w:tmpl w:val="734CAF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6598A"/>
    <w:multiLevelType w:val="hybridMultilevel"/>
    <w:tmpl w:val="AD727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E6322"/>
    <w:multiLevelType w:val="hybridMultilevel"/>
    <w:tmpl w:val="4CD6117C"/>
    <w:lvl w:ilvl="0" w:tplc="D4765E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87087"/>
    <w:multiLevelType w:val="hybridMultilevel"/>
    <w:tmpl w:val="B8C02D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27D89"/>
    <w:multiLevelType w:val="hybridMultilevel"/>
    <w:tmpl w:val="D88279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5829C6"/>
    <w:multiLevelType w:val="hybridMultilevel"/>
    <w:tmpl w:val="87B6D774"/>
    <w:lvl w:ilvl="0" w:tplc="84DA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23916"/>
    <w:multiLevelType w:val="hybridMultilevel"/>
    <w:tmpl w:val="96025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CA4D3E"/>
    <w:multiLevelType w:val="hybridMultilevel"/>
    <w:tmpl w:val="8F9489E4"/>
    <w:lvl w:ilvl="0" w:tplc="516040D4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D783D"/>
    <w:multiLevelType w:val="hybridMultilevel"/>
    <w:tmpl w:val="34C6D6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D6263"/>
    <w:multiLevelType w:val="hybridMultilevel"/>
    <w:tmpl w:val="837244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50634"/>
    <w:multiLevelType w:val="hybridMultilevel"/>
    <w:tmpl w:val="58C86CC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C890911"/>
    <w:multiLevelType w:val="hybridMultilevel"/>
    <w:tmpl w:val="FCF4D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D2D36"/>
    <w:multiLevelType w:val="hybridMultilevel"/>
    <w:tmpl w:val="A9C0A94E"/>
    <w:lvl w:ilvl="0" w:tplc="984284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B36B3"/>
    <w:multiLevelType w:val="hybridMultilevel"/>
    <w:tmpl w:val="691256A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BC04C09"/>
    <w:multiLevelType w:val="hybridMultilevel"/>
    <w:tmpl w:val="7730F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10C2D"/>
    <w:multiLevelType w:val="hybridMultilevel"/>
    <w:tmpl w:val="A0F2D2B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0"/>
  </w:num>
  <w:num w:numId="4">
    <w:abstractNumId w:val="20"/>
  </w:num>
  <w:num w:numId="5">
    <w:abstractNumId w:val="8"/>
  </w:num>
  <w:num w:numId="6">
    <w:abstractNumId w:val="2"/>
  </w:num>
  <w:num w:numId="7">
    <w:abstractNumId w:val="11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23"/>
  </w:num>
  <w:num w:numId="13">
    <w:abstractNumId w:val="19"/>
  </w:num>
  <w:num w:numId="14">
    <w:abstractNumId w:val="10"/>
  </w:num>
  <w:num w:numId="15">
    <w:abstractNumId w:val="15"/>
  </w:num>
  <w:num w:numId="16">
    <w:abstractNumId w:val="17"/>
  </w:num>
  <w:num w:numId="17">
    <w:abstractNumId w:val="4"/>
  </w:num>
  <w:num w:numId="18">
    <w:abstractNumId w:val="22"/>
  </w:num>
  <w:num w:numId="19">
    <w:abstractNumId w:val="1"/>
  </w:num>
  <w:num w:numId="20">
    <w:abstractNumId w:val="12"/>
  </w:num>
  <w:num w:numId="21">
    <w:abstractNumId w:val="13"/>
  </w:num>
  <w:num w:numId="22">
    <w:abstractNumId w:val="5"/>
  </w:num>
  <w:num w:numId="23">
    <w:abstractNumId w:val="6"/>
  </w:num>
  <w:num w:numId="24">
    <w:abstractNumId w:val="9"/>
  </w:num>
  <w:num w:numId="25">
    <w:abstractNumId w:val="18"/>
  </w:num>
  <w:num w:numId="2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7C"/>
    <w:rsid w:val="00001931"/>
    <w:rsid w:val="00001D29"/>
    <w:rsid w:val="00001E4C"/>
    <w:rsid w:val="000049D3"/>
    <w:rsid w:val="00005D26"/>
    <w:rsid w:val="0000735A"/>
    <w:rsid w:val="000073F5"/>
    <w:rsid w:val="000076E8"/>
    <w:rsid w:val="0001210D"/>
    <w:rsid w:val="00013604"/>
    <w:rsid w:val="000140AE"/>
    <w:rsid w:val="000142F3"/>
    <w:rsid w:val="00015EA5"/>
    <w:rsid w:val="00016B7A"/>
    <w:rsid w:val="00017906"/>
    <w:rsid w:val="00020FCB"/>
    <w:rsid w:val="000215EB"/>
    <w:rsid w:val="0002183D"/>
    <w:rsid w:val="00023E00"/>
    <w:rsid w:val="00023E99"/>
    <w:rsid w:val="00025410"/>
    <w:rsid w:val="0002573B"/>
    <w:rsid w:val="000266DC"/>
    <w:rsid w:val="000267EF"/>
    <w:rsid w:val="0002773B"/>
    <w:rsid w:val="0003084F"/>
    <w:rsid w:val="00030C98"/>
    <w:rsid w:val="000313A2"/>
    <w:rsid w:val="0003591B"/>
    <w:rsid w:val="00040201"/>
    <w:rsid w:val="0004381C"/>
    <w:rsid w:val="00044875"/>
    <w:rsid w:val="00045FBA"/>
    <w:rsid w:val="00050E5B"/>
    <w:rsid w:val="000561B8"/>
    <w:rsid w:val="00056A15"/>
    <w:rsid w:val="0005762B"/>
    <w:rsid w:val="00061C66"/>
    <w:rsid w:val="00061F9A"/>
    <w:rsid w:val="00064FF5"/>
    <w:rsid w:val="00065C70"/>
    <w:rsid w:val="00066FA8"/>
    <w:rsid w:val="000673A2"/>
    <w:rsid w:val="00071109"/>
    <w:rsid w:val="000732C2"/>
    <w:rsid w:val="00073899"/>
    <w:rsid w:val="000750A2"/>
    <w:rsid w:val="00075830"/>
    <w:rsid w:val="00081C5D"/>
    <w:rsid w:val="00081CAE"/>
    <w:rsid w:val="00082D7B"/>
    <w:rsid w:val="00090FD9"/>
    <w:rsid w:val="00094596"/>
    <w:rsid w:val="00096B17"/>
    <w:rsid w:val="000A17BF"/>
    <w:rsid w:val="000A333E"/>
    <w:rsid w:val="000A3A0F"/>
    <w:rsid w:val="000A3AE2"/>
    <w:rsid w:val="000A421F"/>
    <w:rsid w:val="000A7C56"/>
    <w:rsid w:val="000B27F7"/>
    <w:rsid w:val="000B7649"/>
    <w:rsid w:val="000B7DC8"/>
    <w:rsid w:val="000C132D"/>
    <w:rsid w:val="000C4028"/>
    <w:rsid w:val="000C69F6"/>
    <w:rsid w:val="000C7A4B"/>
    <w:rsid w:val="000D04F8"/>
    <w:rsid w:val="000D56E4"/>
    <w:rsid w:val="000D6B17"/>
    <w:rsid w:val="000D6CAA"/>
    <w:rsid w:val="000D6D2E"/>
    <w:rsid w:val="000D7A68"/>
    <w:rsid w:val="000E31FB"/>
    <w:rsid w:val="000E5305"/>
    <w:rsid w:val="000E5759"/>
    <w:rsid w:val="000E6B22"/>
    <w:rsid w:val="000F1C3A"/>
    <w:rsid w:val="000F1D90"/>
    <w:rsid w:val="000F1DD2"/>
    <w:rsid w:val="000F4635"/>
    <w:rsid w:val="000F5D31"/>
    <w:rsid w:val="000F68B4"/>
    <w:rsid w:val="001027D0"/>
    <w:rsid w:val="00107E5F"/>
    <w:rsid w:val="0011185C"/>
    <w:rsid w:val="00111A15"/>
    <w:rsid w:val="00115F0B"/>
    <w:rsid w:val="00117843"/>
    <w:rsid w:val="00123FA9"/>
    <w:rsid w:val="00127064"/>
    <w:rsid w:val="0012752C"/>
    <w:rsid w:val="00131EED"/>
    <w:rsid w:val="001321A3"/>
    <w:rsid w:val="00133011"/>
    <w:rsid w:val="001359B1"/>
    <w:rsid w:val="00137EF4"/>
    <w:rsid w:val="00137FEC"/>
    <w:rsid w:val="001442CA"/>
    <w:rsid w:val="00144B98"/>
    <w:rsid w:val="0014589E"/>
    <w:rsid w:val="00146752"/>
    <w:rsid w:val="00146B8A"/>
    <w:rsid w:val="00147AA9"/>
    <w:rsid w:val="00147C7D"/>
    <w:rsid w:val="00150556"/>
    <w:rsid w:val="00150ABA"/>
    <w:rsid w:val="00150D5B"/>
    <w:rsid w:val="0015115F"/>
    <w:rsid w:val="00162E29"/>
    <w:rsid w:val="00165199"/>
    <w:rsid w:val="0016789D"/>
    <w:rsid w:val="00170037"/>
    <w:rsid w:val="00170302"/>
    <w:rsid w:val="00171388"/>
    <w:rsid w:val="00172AB2"/>
    <w:rsid w:val="00174090"/>
    <w:rsid w:val="00176A12"/>
    <w:rsid w:val="001800A0"/>
    <w:rsid w:val="00180981"/>
    <w:rsid w:val="00180CB5"/>
    <w:rsid w:val="001827A0"/>
    <w:rsid w:val="00187748"/>
    <w:rsid w:val="00192149"/>
    <w:rsid w:val="001938F0"/>
    <w:rsid w:val="001A114F"/>
    <w:rsid w:val="001A27F1"/>
    <w:rsid w:val="001A30C8"/>
    <w:rsid w:val="001A3860"/>
    <w:rsid w:val="001A3E93"/>
    <w:rsid w:val="001A4B11"/>
    <w:rsid w:val="001A511C"/>
    <w:rsid w:val="001A615F"/>
    <w:rsid w:val="001A6948"/>
    <w:rsid w:val="001A74DA"/>
    <w:rsid w:val="001A7C9B"/>
    <w:rsid w:val="001B06C5"/>
    <w:rsid w:val="001B0AD9"/>
    <w:rsid w:val="001B4204"/>
    <w:rsid w:val="001C184D"/>
    <w:rsid w:val="001C24AB"/>
    <w:rsid w:val="001C303F"/>
    <w:rsid w:val="001D11AC"/>
    <w:rsid w:val="001D1534"/>
    <w:rsid w:val="001D16FD"/>
    <w:rsid w:val="001D3774"/>
    <w:rsid w:val="001D4121"/>
    <w:rsid w:val="001D4B82"/>
    <w:rsid w:val="001D4DEA"/>
    <w:rsid w:val="001D655E"/>
    <w:rsid w:val="001E03D3"/>
    <w:rsid w:val="001E3B8D"/>
    <w:rsid w:val="001E61B9"/>
    <w:rsid w:val="001E6F26"/>
    <w:rsid w:val="001E76F5"/>
    <w:rsid w:val="001F0180"/>
    <w:rsid w:val="001F049F"/>
    <w:rsid w:val="001F0E87"/>
    <w:rsid w:val="001F1068"/>
    <w:rsid w:val="001F2C17"/>
    <w:rsid w:val="001F4512"/>
    <w:rsid w:val="001F6151"/>
    <w:rsid w:val="00206C33"/>
    <w:rsid w:val="0020737B"/>
    <w:rsid w:val="00207A17"/>
    <w:rsid w:val="002122B0"/>
    <w:rsid w:val="00214E5F"/>
    <w:rsid w:val="00220052"/>
    <w:rsid w:val="002200DE"/>
    <w:rsid w:val="00221F36"/>
    <w:rsid w:val="002221E6"/>
    <w:rsid w:val="0022356D"/>
    <w:rsid w:val="00225F3E"/>
    <w:rsid w:val="0022721F"/>
    <w:rsid w:val="00227AE2"/>
    <w:rsid w:val="00230DEE"/>
    <w:rsid w:val="0023231E"/>
    <w:rsid w:val="002334A6"/>
    <w:rsid w:val="002336AE"/>
    <w:rsid w:val="0023381F"/>
    <w:rsid w:val="00235CFE"/>
    <w:rsid w:val="00235D0A"/>
    <w:rsid w:val="00236E6C"/>
    <w:rsid w:val="00237642"/>
    <w:rsid w:val="00237BC3"/>
    <w:rsid w:val="00237F28"/>
    <w:rsid w:val="00240241"/>
    <w:rsid w:val="00241B5E"/>
    <w:rsid w:val="002426D7"/>
    <w:rsid w:val="002427CA"/>
    <w:rsid w:val="00243703"/>
    <w:rsid w:val="00244274"/>
    <w:rsid w:val="002461D6"/>
    <w:rsid w:val="00246973"/>
    <w:rsid w:val="002505CE"/>
    <w:rsid w:val="0025179D"/>
    <w:rsid w:val="00251977"/>
    <w:rsid w:val="00255443"/>
    <w:rsid w:val="00256022"/>
    <w:rsid w:val="0025651D"/>
    <w:rsid w:val="00256960"/>
    <w:rsid w:val="00257A56"/>
    <w:rsid w:val="00261679"/>
    <w:rsid w:val="0026280E"/>
    <w:rsid w:val="00262A2A"/>
    <w:rsid w:val="00262AAC"/>
    <w:rsid w:val="00265293"/>
    <w:rsid w:val="00267726"/>
    <w:rsid w:val="00267940"/>
    <w:rsid w:val="00267AE4"/>
    <w:rsid w:val="00272846"/>
    <w:rsid w:val="00272A45"/>
    <w:rsid w:val="00275E61"/>
    <w:rsid w:val="002764A5"/>
    <w:rsid w:val="002766D8"/>
    <w:rsid w:val="00276FA1"/>
    <w:rsid w:val="00277307"/>
    <w:rsid w:val="002775C1"/>
    <w:rsid w:val="00281CF3"/>
    <w:rsid w:val="00283BFF"/>
    <w:rsid w:val="00284EC9"/>
    <w:rsid w:val="002850C4"/>
    <w:rsid w:val="00291171"/>
    <w:rsid w:val="0029271D"/>
    <w:rsid w:val="00292D2B"/>
    <w:rsid w:val="00295C87"/>
    <w:rsid w:val="002964C4"/>
    <w:rsid w:val="00296649"/>
    <w:rsid w:val="00297F78"/>
    <w:rsid w:val="002A032C"/>
    <w:rsid w:val="002A03C0"/>
    <w:rsid w:val="002A0D15"/>
    <w:rsid w:val="002A1A04"/>
    <w:rsid w:val="002A26E5"/>
    <w:rsid w:val="002A2864"/>
    <w:rsid w:val="002A38F0"/>
    <w:rsid w:val="002A7E43"/>
    <w:rsid w:val="002B1DD4"/>
    <w:rsid w:val="002B1DE5"/>
    <w:rsid w:val="002B4649"/>
    <w:rsid w:val="002B66C8"/>
    <w:rsid w:val="002C0494"/>
    <w:rsid w:val="002C0DAC"/>
    <w:rsid w:val="002C38D8"/>
    <w:rsid w:val="002C3A4B"/>
    <w:rsid w:val="002D13B1"/>
    <w:rsid w:val="002D1939"/>
    <w:rsid w:val="002D4BE8"/>
    <w:rsid w:val="002D7392"/>
    <w:rsid w:val="002D7AC7"/>
    <w:rsid w:val="002D7B30"/>
    <w:rsid w:val="002E1530"/>
    <w:rsid w:val="002E1EB9"/>
    <w:rsid w:val="002E4E84"/>
    <w:rsid w:val="002F027D"/>
    <w:rsid w:val="002F0918"/>
    <w:rsid w:val="002F26B7"/>
    <w:rsid w:val="002F2A17"/>
    <w:rsid w:val="002F6F27"/>
    <w:rsid w:val="00301B22"/>
    <w:rsid w:val="00303849"/>
    <w:rsid w:val="00303DD4"/>
    <w:rsid w:val="00304C3E"/>
    <w:rsid w:val="00305000"/>
    <w:rsid w:val="003105D4"/>
    <w:rsid w:val="0031236D"/>
    <w:rsid w:val="00315EBE"/>
    <w:rsid w:val="00317347"/>
    <w:rsid w:val="00317453"/>
    <w:rsid w:val="00317F50"/>
    <w:rsid w:val="0032162F"/>
    <w:rsid w:val="003219C0"/>
    <w:rsid w:val="0032209E"/>
    <w:rsid w:val="00322D64"/>
    <w:rsid w:val="003241DE"/>
    <w:rsid w:val="003248AD"/>
    <w:rsid w:val="003254D0"/>
    <w:rsid w:val="00326FF1"/>
    <w:rsid w:val="0032732F"/>
    <w:rsid w:val="003301FD"/>
    <w:rsid w:val="003324FD"/>
    <w:rsid w:val="00332A96"/>
    <w:rsid w:val="003345D6"/>
    <w:rsid w:val="00335080"/>
    <w:rsid w:val="003351FD"/>
    <w:rsid w:val="00335CCD"/>
    <w:rsid w:val="00336952"/>
    <w:rsid w:val="003411C2"/>
    <w:rsid w:val="0034197B"/>
    <w:rsid w:val="003439FB"/>
    <w:rsid w:val="003444E4"/>
    <w:rsid w:val="00351158"/>
    <w:rsid w:val="00352132"/>
    <w:rsid w:val="0035528F"/>
    <w:rsid w:val="003553E3"/>
    <w:rsid w:val="003612EA"/>
    <w:rsid w:val="003625FF"/>
    <w:rsid w:val="00363CFD"/>
    <w:rsid w:val="003655DA"/>
    <w:rsid w:val="003658A0"/>
    <w:rsid w:val="0036691B"/>
    <w:rsid w:val="003715D1"/>
    <w:rsid w:val="00373C89"/>
    <w:rsid w:val="0037464C"/>
    <w:rsid w:val="00382038"/>
    <w:rsid w:val="00385CA4"/>
    <w:rsid w:val="00385DC2"/>
    <w:rsid w:val="0038757F"/>
    <w:rsid w:val="00390253"/>
    <w:rsid w:val="00390FAD"/>
    <w:rsid w:val="00391787"/>
    <w:rsid w:val="00392720"/>
    <w:rsid w:val="00393340"/>
    <w:rsid w:val="003959C1"/>
    <w:rsid w:val="00397C79"/>
    <w:rsid w:val="003A06AE"/>
    <w:rsid w:val="003A4833"/>
    <w:rsid w:val="003A55FB"/>
    <w:rsid w:val="003B01A6"/>
    <w:rsid w:val="003B3B15"/>
    <w:rsid w:val="003C0022"/>
    <w:rsid w:val="003C091C"/>
    <w:rsid w:val="003C155E"/>
    <w:rsid w:val="003C1E53"/>
    <w:rsid w:val="003C4CF1"/>
    <w:rsid w:val="003C5C9E"/>
    <w:rsid w:val="003D2AB2"/>
    <w:rsid w:val="003D3B52"/>
    <w:rsid w:val="003D6229"/>
    <w:rsid w:val="003E2EFA"/>
    <w:rsid w:val="003E4B90"/>
    <w:rsid w:val="003E6404"/>
    <w:rsid w:val="003E7307"/>
    <w:rsid w:val="003F2A4F"/>
    <w:rsid w:val="003F5773"/>
    <w:rsid w:val="003F651A"/>
    <w:rsid w:val="003F7C61"/>
    <w:rsid w:val="003F7EFF"/>
    <w:rsid w:val="00401CAE"/>
    <w:rsid w:val="00403FDA"/>
    <w:rsid w:val="0040652B"/>
    <w:rsid w:val="00406E44"/>
    <w:rsid w:val="00412C4A"/>
    <w:rsid w:val="00414657"/>
    <w:rsid w:val="00415169"/>
    <w:rsid w:val="0042063B"/>
    <w:rsid w:val="0042213B"/>
    <w:rsid w:val="004244F2"/>
    <w:rsid w:val="0042487C"/>
    <w:rsid w:val="00430571"/>
    <w:rsid w:val="0043180F"/>
    <w:rsid w:val="00433DCA"/>
    <w:rsid w:val="004369DB"/>
    <w:rsid w:val="00437BAB"/>
    <w:rsid w:val="00440395"/>
    <w:rsid w:val="0044511C"/>
    <w:rsid w:val="004456AE"/>
    <w:rsid w:val="00445DB3"/>
    <w:rsid w:val="00447EAF"/>
    <w:rsid w:val="004501CF"/>
    <w:rsid w:val="00450C60"/>
    <w:rsid w:val="00452348"/>
    <w:rsid w:val="004571A3"/>
    <w:rsid w:val="004615E5"/>
    <w:rsid w:val="0046216E"/>
    <w:rsid w:val="004627C2"/>
    <w:rsid w:val="00463E85"/>
    <w:rsid w:val="00464107"/>
    <w:rsid w:val="0046439D"/>
    <w:rsid w:val="0046461B"/>
    <w:rsid w:val="00465657"/>
    <w:rsid w:val="00465885"/>
    <w:rsid w:val="004675C5"/>
    <w:rsid w:val="00470E9E"/>
    <w:rsid w:val="00473277"/>
    <w:rsid w:val="004735F2"/>
    <w:rsid w:val="00473FD2"/>
    <w:rsid w:val="00474BD3"/>
    <w:rsid w:val="00475E13"/>
    <w:rsid w:val="004767CB"/>
    <w:rsid w:val="00477701"/>
    <w:rsid w:val="00484A2D"/>
    <w:rsid w:val="00490BEA"/>
    <w:rsid w:val="004922DD"/>
    <w:rsid w:val="004929E8"/>
    <w:rsid w:val="004A08E5"/>
    <w:rsid w:val="004A15EE"/>
    <w:rsid w:val="004A3797"/>
    <w:rsid w:val="004A71A6"/>
    <w:rsid w:val="004B1A6A"/>
    <w:rsid w:val="004B4449"/>
    <w:rsid w:val="004B4738"/>
    <w:rsid w:val="004B4DA3"/>
    <w:rsid w:val="004B5E7C"/>
    <w:rsid w:val="004B7509"/>
    <w:rsid w:val="004C04A8"/>
    <w:rsid w:val="004C0B2E"/>
    <w:rsid w:val="004C0C81"/>
    <w:rsid w:val="004C1327"/>
    <w:rsid w:val="004C377A"/>
    <w:rsid w:val="004C4709"/>
    <w:rsid w:val="004C6A36"/>
    <w:rsid w:val="004C7AFF"/>
    <w:rsid w:val="004D12FA"/>
    <w:rsid w:val="004D1319"/>
    <w:rsid w:val="004D251B"/>
    <w:rsid w:val="004D3522"/>
    <w:rsid w:val="004D3EDD"/>
    <w:rsid w:val="004D7546"/>
    <w:rsid w:val="004E12FD"/>
    <w:rsid w:val="004E1B87"/>
    <w:rsid w:val="004E21E6"/>
    <w:rsid w:val="004E2287"/>
    <w:rsid w:val="004E45E2"/>
    <w:rsid w:val="004F41BE"/>
    <w:rsid w:val="004F4208"/>
    <w:rsid w:val="004F58D5"/>
    <w:rsid w:val="00501C0E"/>
    <w:rsid w:val="005025C0"/>
    <w:rsid w:val="0050273E"/>
    <w:rsid w:val="0050309C"/>
    <w:rsid w:val="00504743"/>
    <w:rsid w:val="0050594F"/>
    <w:rsid w:val="00506A46"/>
    <w:rsid w:val="0050795A"/>
    <w:rsid w:val="00507AB0"/>
    <w:rsid w:val="00507BAD"/>
    <w:rsid w:val="00512CB7"/>
    <w:rsid w:val="00513793"/>
    <w:rsid w:val="00514FA9"/>
    <w:rsid w:val="00516768"/>
    <w:rsid w:val="005179F6"/>
    <w:rsid w:val="00522708"/>
    <w:rsid w:val="00526DDC"/>
    <w:rsid w:val="00526F2A"/>
    <w:rsid w:val="00526FA7"/>
    <w:rsid w:val="0053061C"/>
    <w:rsid w:val="0053073C"/>
    <w:rsid w:val="005313B6"/>
    <w:rsid w:val="005400C5"/>
    <w:rsid w:val="00540E09"/>
    <w:rsid w:val="00541C7D"/>
    <w:rsid w:val="00543883"/>
    <w:rsid w:val="005457E0"/>
    <w:rsid w:val="005469E5"/>
    <w:rsid w:val="00554F74"/>
    <w:rsid w:val="00560038"/>
    <w:rsid w:val="00560334"/>
    <w:rsid w:val="00561055"/>
    <w:rsid w:val="00562550"/>
    <w:rsid w:val="00563EC2"/>
    <w:rsid w:val="0056414C"/>
    <w:rsid w:val="005643B5"/>
    <w:rsid w:val="00565C7D"/>
    <w:rsid w:val="0057286E"/>
    <w:rsid w:val="00572F44"/>
    <w:rsid w:val="00573CE9"/>
    <w:rsid w:val="00577FA7"/>
    <w:rsid w:val="0058050D"/>
    <w:rsid w:val="005812EB"/>
    <w:rsid w:val="00582064"/>
    <w:rsid w:val="00582BE7"/>
    <w:rsid w:val="00586200"/>
    <w:rsid w:val="00586D44"/>
    <w:rsid w:val="00587721"/>
    <w:rsid w:val="00592529"/>
    <w:rsid w:val="00592891"/>
    <w:rsid w:val="00592EA9"/>
    <w:rsid w:val="00594A3D"/>
    <w:rsid w:val="00595705"/>
    <w:rsid w:val="005958AC"/>
    <w:rsid w:val="0059591B"/>
    <w:rsid w:val="00595ABB"/>
    <w:rsid w:val="00595BE9"/>
    <w:rsid w:val="005A1034"/>
    <w:rsid w:val="005A41AC"/>
    <w:rsid w:val="005A4550"/>
    <w:rsid w:val="005B0447"/>
    <w:rsid w:val="005B0D8C"/>
    <w:rsid w:val="005B3A37"/>
    <w:rsid w:val="005B4838"/>
    <w:rsid w:val="005B5309"/>
    <w:rsid w:val="005B5933"/>
    <w:rsid w:val="005B6044"/>
    <w:rsid w:val="005B7844"/>
    <w:rsid w:val="005C2116"/>
    <w:rsid w:val="005C393A"/>
    <w:rsid w:val="005C5635"/>
    <w:rsid w:val="005C6C6C"/>
    <w:rsid w:val="005C73E7"/>
    <w:rsid w:val="005D5061"/>
    <w:rsid w:val="005D7048"/>
    <w:rsid w:val="005E0AA9"/>
    <w:rsid w:val="005E2A31"/>
    <w:rsid w:val="005E30D1"/>
    <w:rsid w:val="005F0C3D"/>
    <w:rsid w:val="005F1CD2"/>
    <w:rsid w:val="005F391F"/>
    <w:rsid w:val="005F3C7C"/>
    <w:rsid w:val="005F72B9"/>
    <w:rsid w:val="005F733F"/>
    <w:rsid w:val="00610670"/>
    <w:rsid w:val="00611085"/>
    <w:rsid w:val="00613B66"/>
    <w:rsid w:val="00615AB9"/>
    <w:rsid w:val="00615C4D"/>
    <w:rsid w:val="0061636D"/>
    <w:rsid w:val="00617095"/>
    <w:rsid w:val="006176ED"/>
    <w:rsid w:val="00621564"/>
    <w:rsid w:val="006227F0"/>
    <w:rsid w:val="00625E4E"/>
    <w:rsid w:val="00626CA9"/>
    <w:rsid w:val="0063015F"/>
    <w:rsid w:val="0063034D"/>
    <w:rsid w:val="006307D0"/>
    <w:rsid w:val="00631F02"/>
    <w:rsid w:val="00631F42"/>
    <w:rsid w:val="00632DE4"/>
    <w:rsid w:val="00633706"/>
    <w:rsid w:val="00634D3F"/>
    <w:rsid w:val="00636DBE"/>
    <w:rsid w:val="00640384"/>
    <w:rsid w:val="00642BF8"/>
    <w:rsid w:val="006441CF"/>
    <w:rsid w:val="00644204"/>
    <w:rsid w:val="006444C1"/>
    <w:rsid w:val="006463B7"/>
    <w:rsid w:val="00647729"/>
    <w:rsid w:val="00650AE8"/>
    <w:rsid w:val="00651287"/>
    <w:rsid w:val="00651668"/>
    <w:rsid w:val="00653639"/>
    <w:rsid w:val="0065564C"/>
    <w:rsid w:val="006568FF"/>
    <w:rsid w:val="00656E0F"/>
    <w:rsid w:val="006615E7"/>
    <w:rsid w:val="00661731"/>
    <w:rsid w:val="00661A94"/>
    <w:rsid w:val="006642C1"/>
    <w:rsid w:val="00664CF9"/>
    <w:rsid w:val="006653A6"/>
    <w:rsid w:val="006661D8"/>
    <w:rsid w:val="00666BA6"/>
    <w:rsid w:val="00670E50"/>
    <w:rsid w:val="00671138"/>
    <w:rsid w:val="00671453"/>
    <w:rsid w:val="0067252E"/>
    <w:rsid w:val="00674805"/>
    <w:rsid w:val="00675EF5"/>
    <w:rsid w:val="006768C5"/>
    <w:rsid w:val="006777AD"/>
    <w:rsid w:val="006800EA"/>
    <w:rsid w:val="00683033"/>
    <w:rsid w:val="00683E66"/>
    <w:rsid w:val="00684E4D"/>
    <w:rsid w:val="0068554D"/>
    <w:rsid w:val="00686638"/>
    <w:rsid w:val="00687C73"/>
    <w:rsid w:val="006927C8"/>
    <w:rsid w:val="0069590A"/>
    <w:rsid w:val="00695E4F"/>
    <w:rsid w:val="00696655"/>
    <w:rsid w:val="00697109"/>
    <w:rsid w:val="0069757B"/>
    <w:rsid w:val="006A056C"/>
    <w:rsid w:val="006A1F38"/>
    <w:rsid w:val="006A2A79"/>
    <w:rsid w:val="006A3063"/>
    <w:rsid w:val="006A3983"/>
    <w:rsid w:val="006A4FF1"/>
    <w:rsid w:val="006A53F1"/>
    <w:rsid w:val="006B0E92"/>
    <w:rsid w:val="006B29D6"/>
    <w:rsid w:val="006B3392"/>
    <w:rsid w:val="006B355D"/>
    <w:rsid w:val="006B5B35"/>
    <w:rsid w:val="006C26C3"/>
    <w:rsid w:val="006C450F"/>
    <w:rsid w:val="006C540B"/>
    <w:rsid w:val="006D0BB8"/>
    <w:rsid w:val="006D2207"/>
    <w:rsid w:val="006D335D"/>
    <w:rsid w:val="006D3819"/>
    <w:rsid w:val="006D48DB"/>
    <w:rsid w:val="006D5B15"/>
    <w:rsid w:val="006D73BA"/>
    <w:rsid w:val="006E042C"/>
    <w:rsid w:val="006E1455"/>
    <w:rsid w:val="006E227D"/>
    <w:rsid w:val="006E29C3"/>
    <w:rsid w:val="006E56FA"/>
    <w:rsid w:val="006E5D97"/>
    <w:rsid w:val="006E6A31"/>
    <w:rsid w:val="006F0A65"/>
    <w:rsid w:val="006F214A"/>
    <w:rsid w:val="006F370E"/>
    <w:rsid w:val="006F406E"/>
    <w:rsid w:val="006F40E8"/>
    <w:rsid w:val="006F4AB9"/>
    <w:rsid w:val="006F5FAE"/>
    <w:rsid w:val="006F6485"/>
    <w:rsid w:val="007027AC"/>
    <w:rsid w:val="00705D76"/>
    <w:rsid w:val="0070719E"/>
    <w:rsid w:val="007101F1"/>
    <w:rsid w:val="007126E7"/>
    <w:rsid w:val="00715C5C"/>
    <w:rsid w:val="00716CFA"/>
    <w:rsid w:val="007172F8"/>
    <w:rsid w:val="00720010"/>
    <w:rsid w:val="00726542"/>
    <w:rsid w:val="0073093D"/>
    <w:rsid w:val="00731346"/>
    <w:rsid w:val="00731542"/>
    <w:rsid w:val="007340E4"/>
    <w:rsid w:val="00736740"/>
    <w:rsid w:val="00741451"/>
    <w:rsid w:val="00741C5E"/>
    <w:rsid w:val="0074292E"/>
    <w:rsid w:val="00742DF6"/>
    <w:rsid w:val="00746789"/>
    <w:rsid w:val="007509B8"/>
    <w:rsid w:val="00750F77"/>
    <w:rsid w:val="007511EC"/>
    <w:rsid w:val="00754D4B"/>
    <w:rsid w:val="007553F8"/>
    <w:rsid w:val="007562DF"/>
    <w:rsid w:val="007624E7"/>
    <w:rsid w:val="007638BA"/>
    <w:rsid w:val="00766271"/>
    <w:rsid w:val="00773612"/>
    <w:rsid w:val="00774B6A"/>
    <w:rsid w:val="007751D6"/>
    <w:rsid w:val="007756E0"/>
    <w:rsid w:val="00777137"/>
    <w:rsid w:val="007777C9"/>
    <w:rsid w:val="00780E28"/>
    <w:rsid w:val="0078256D"/>
    <w:rsid w:val="0078569E"/>
    <w:rsid w:val="0078588C"/>
    <w:rsid w:val="00787203"/>
    <w:rsid w:val="007872A3"/>
    <w:rsid w:val="0079195F"/>
    <w:rsid w:val="00791A12"/>
    <w:rsid w:val="00792653"/>
    <w:rsid w:val="00792CBC"/>
    <w:rsid w:val="007935CD"/>
    <w:rsid w:val="00793F06"/>
    <w:rsid w:val="0079668F"/>
    <w:rsid w:val="007978C9"/>
    <w:rsid w:val="00797DC0"/>
    <w:rsid w:val="007A1280"/>
    <w:rsid w:val="007A1A33"/>
    <w:rsid w:val="007A3604"/>
    <w:rsid w:val="007B2F55"/>
    <w:rsid w:val="007B3083"/>
    <w:rsid w:val="007B324F"/>
    <w:rsid w:val="007B47E8"/>
    <w:rsid w:val="007B4E2A"/>
    <w:rsid w:val="007B54DA"/>
    <w:rsid w:val="007B6445"/>
    <w:rsid w:val="007C0203"/>
    <w:rsid w:val="007C2228"/>
    <w:rsid w:val="007C2C35"/>
    <w:rsid w:val="007D0252"/>
    <w:rsid w:val="007D085A"/>
    <w:rsid w:val="007D2698"/>
    <w:rsid w:val="007D3CFD"/>
    <w:rsid w:val="007D7B00"/>
    <w:rsid w:val="007D7EFA"/>
    <w:rsid w:val="007E06EC"/>
    <w:rsid w:val="007E09F7"/>
    <w:rsid w:val="007E0E7D"/>
    <w:rsid w:val="007E3917"/>
    <w:rsid w:val="007E6C7E"/>
    <w:rsid w:val="007F0D85"/>
    <w:rsid w:val="007F1728"/>
    <w:rsid w:val="007F303D"/>
    <w:rsid w:val="007F3769"/>
    <w:rsid w:val="007F42EA"/>
    <w:rsid w:val="007F6661"/>
    <w:rsid w:val="007F6A9F"/>
    <w:rsid w:val="0080012D"/>
    <w:rsid w:val="008003C2"/>
    <w:rsid w:val="008017E3"/>
    <w:rsid w:val="00801ADC"/>
    <w:rsid w:val="00801F0A"/>
    <w:rsid w:val="008056BF"/>
    <w:rsid w:val="00806942"/>
    <w:rsid w:val="00806C1C"/>
    <w:rsid w:val="0080725C"/>
    <w:rsid w:val="00810B0A"/>
    <w:rsid w:val="00814347"/>
    <w:rsid w:val="008170F3"/>
    <w:rsid w:val="00817971"/>
    <w:rsid w:val="00821D55"/>
    <w:rsid w:val="0082263E"/>
    <w:rsid w:val="008226B6"/>
    <w:rsid w:val="0082314E"/>
    <w:rsid w:val="00823A60"/>
    <w:rsid w:val="00823B0E"/>
    <w:rsid w:val="00825B06"/>
    <w:rsid w:val="00825D4A"/>
    <w:rsid w:val="0082642C"/>
    <w:rsid w:val="0083048C"/>
    <w:rsid w:val="00834997"/>
    <w:rsid w:val="008402C8"/>
    <w:rsid w:val="0084183B"/>
    <w:rsid w:val="008426F6"/>
    <w:rsid w:val="00846508"/>
    <w:rsid w:val="008514D0"/>
    <w:rsid w:val="00851C7F"/>
    <w:rsid w:val="00851F42"/>
    <w:rsid w:val="0085356C"/>
    <w:rsid w:val="00856852"/>
    <w:rsid w:val="008605FD"/>
    <w:rsid w:val="00860F10"/>
    <w:rsid w:val="00862A8D"/>
    <w:rsid w:val="00862F00"/>
    <w:rsid w:val="00863110"/>
    <w:rsid w:val="0086366E"/>
    <w:rsid w:val="008676C9"/>
    <w:rsid w:val="008704C2"/>
    <w:rsid w:val="00870DAB"/>
    <w:rsid w:val="00872E25"/>
    <w:rsid w:val="00874F47"/>
    <w:rsid w:val="0088143F"/>
    <w:rsid w:val="008820C3"/>
    <w:rsid w:val="00883E27"/>
    <w:rsid w:val="00885B37"/>
    <w:rsid w:val="00886A88"/>
    <w:rsid w:val="00887FF4"/>
    <w:rsid w:val="0089019F"/>
    <w:rsid w:val="008932C0"/>
    <w:rsid w:val="00896222"/>
    <w:rsid w:val="00896708"/>
    <w:rsid w:val="00896F1C"/>
    <w:rsid w:val="008973C6"/>
    <w:rsid w:val="00897C5A"/>
    <w:rsid w:val="008A0FB6"/>
    <w:rsid w:val="008A1A2A"/>
    <w:rsid w:val="008A3A81"/>
    <w:rsid w:val="008A46C0"/>
    <w:rsid w:val="008A4B29"/>
    <w:rsid w:val="008A5F8F"/>
    <w:rsid w:val="008A7C0D"/>
    <w:rsid w:val="008B0292"/>
    <w:rsid w:val="008B05D0"/>
    <w:rsid w:val="008B1F5E"/>
    <w:rsid w:val="008B55EA"/>
    <w:rsid w:val="008C0E98"/>
    <w:rsid w:val="008C111F"/>
    <w:rsid w:val="008C11C4"/>
    <w:rsid w:val="008C1EF5"/>
    <w:rsid w:val="008C42B1"/>
    <w:rsid w:val="008C4675"/>
    <w:rsid w:val="008C4C2E"/>
    <w:rsid w:val="008C5E4D"/>
    <w:rsid w:val="008C6888"/>
    <w:rsid w:val="008C6C70"/>
    <w:rsid w:val="008C6F25"/>
    <w:rsid w:val="008C6FEB"/>
    <w:rsid w:val="008D15AE"/>
    <w:rsid w:val="008D23C3"/>
    <w:rsid w:val="008D28EC"/>
    <w:rsid w:val="008D42F4"/>
    <w:rsid w:val="008D6131"/>
    <w:rsid w:val="008D700C"/>
    <w:rsid w:val="008D7A40"/>
    <w:rsid w:val="008E047D"/>
    <w:rsid w:val="008E4111"/>
    <w:rsid w:val="008E4DA0"/>
    <w:rsid w:val="008E7C47"/>
    <w:rsid w:val="008F16E5"/>
    <w:rsid w:val="008F3A9F"/>
    <w:rsid w:val="008F51D7"/>
    <w:rsid w:val="008F6D2B"/>
    <w:rsid w:val="008F7574"/>
    <w:rsid w:val="00900FB5"/>
    <w:rsid w:val="009030E2"/>
    <w:rsid w:val="00907BDC"/>
    <w:rsid w:val="009103AC"/>
    <w:rsid w:val="00911369"/>
    <w:rsid w:val="00911FF9"/>
    <w:rsid w:val="0091214E"/>
    <w:rsid w:val="00912286"/>
    <w:rsid w:val="00917E36"/>
    <w:rsid w:val="00921409"/>
    <w:rsid w:val="00922422"/>
    <w:rsid w:val="00922908"/>
    <w:rsid w:val="00922D00"/>
    <w:rsid w:val="0092667B"/>
    <w:rsid w:val="00927B7F"/>
    <w:rsid w:val="00930E56"/>
    <w:rsid w:val="00931C5E"/>
    <w:rsid w:val="00933B4A"/>
    <w:rsid w:val="00934043"/>
    <w:rsid w:val="0093558D"/>
    <w:rsid w:val="009359B0"/>
    <w:rsid w:val="00937297"/>
    <w:rsid w:val="009416C1"/>
    <w:rsid w:val="00943715"/>
    <w:rsid w:val="0094446B"/>
    <w:rsid w:val="0094574A"/>
    <w:rsid w:val="009459DC"/>
    <w:rsid w:val="0094757A"/>
    <w:rsid w:val="0095291A"/>
    <w:rsid w:val="009531FE"/>
    <w:rsid w:val="00954787"/>
    <w:rsid w:val="00955216"/>
    <w:rsid w:val="00955B04"/>
    <w:rsid w:val="00956BF8"/>
    <w:rsid w:val="009571ED"/>
    <w:rsid w:val="00957D49"/>
    <w:rsid w:val="00960C47"/>
    <w:rsid w:val="009640D3"/>
    <w:rsid w:val="009645AB"/>
    <w:rsid w:val="009656F9"/>
    <w:rsid w:val="00965EF1"/>
    <w:rsid w:val="00966BF5"/>
    <w:rsid w:val="00970A12"/>
    <w:rsid w:val="009712BD"/>
    <w:rsid w:val="0097449F"/>
    <w:rsid w:val="00974CC8"/>
    <w:rsid w:val="00975D41"/>
    <w:rsid w:val="00976FCE"/>
    <w:rsid w:val="00984366"/>
    <w:rsid w:val="00984F2C"/>
    <w:rsid w:val="00985524"/>
    <w:rsid w:val="009867C6"/>
    <w:rsid w:val="0098701F"/>
    <w:rsid w:val="00993A68"/>
    <w:rsid w:val="00994CD2"/>
    <w:rsid w:val="00995FED"/>
    <w:rsid w:val="009978B4"/>
    <w:rsid w:val="00997F95"/>
    <w:rsid w:val="009A0EC4"/>
    <w:rsid w:val="009A3156"/>
    <w:rsid w:val="009A4930"/>
    <w:rsid w:val="009A51B4"/>
    <w:rsid w:val="009B32D6"/>
    <w:rsid w:val="009B38F6"/>
    <w:rsid w:val="009C0A10"/>
    <w:rsid w:val="009C0D93"/>
    <w:rsid w:val="009C1B5C"/>
    <w:rsid w:val="009C1FE8"/>
    <w:rsid w:val="009C2D82"/>
    <w:rsid w:val="009C330A"/>
    <w:rsid w:val="009C36F9"/>
    <w:rsid w:val="009C5E87"/>
    <w:rsid w:val="009D00E6"/>
    <w:rsid w:val="009D2570"/>
    <w:rsid w:val="009D2949"/>
    <w:rsid w:val="009D465E"/>
    <w:rsid w:val="009E194C"/>
    <w:rsid w:val="009E1D5F"/>
    <w:rsid w:val="009E2F38"/>
    <w:rsid w:val="009E4C4F"/>
    <w:rsid w:val="009F071F"/>
    <w:rsid w:val="009F0B01"/>
    <w:rsid w:val="009F0BD7"/>
    <w:rsid w:val="009F1AD0"/>
    <w:rsid w:val="009F1E5E"/>
    <w:rsid w:val="009F22D4"/>
    <w:rsid w:val="009F2CB4"/>
    <w:rsid w:val="009F314D"/>
    <w:rsid w:val="009F32C6"/>
    <w:rsid w:val="009F5B11"/>
    <w:rsid w:val="009F67A2"/>
    <w:rsid w:val="009F7914"/>
    <w:rsid w:val="009F7990"/>
    <w:rsid w:val="00A01DA6"/>
    <w:rsid w:val="00A025B4"/>
    <w:rsid w:val="00A03455"/>
    <w:rsid w:val="00A07402"/>
    <w:rsid w:val="00A1176A"/>
    <w:rsid w:val="00A13093"/>
    <w:rsid w:val="00A15AC4"/>
    <w:rsid w:val="00A16B8C"/>
    <w:rsid w:val="00A23024"/>
    <w:rsid w:val="00A23E7E"/>
    <w:rsid w:val="00A244A9"/>
    <w:rsid w:val="00A24F46"/>
    <w:rsid w:val="00A26B5A"/>
    <w:rsid w:val="00A313FC"/>
    <w:rsid w:val="00A3393B"/>
    <w:rsid w:val="00A37CBA"/>
    <w:rsid w:val="00A41BF3"/>
    <w:rsid w:val="00A43369"/>
    <w:rsid w:val="00A457D7"/>
    <w:rsid w:val="00A45CB2"/>
    <w:rsid w:val="00A50763"/>
    <w:rsid w:val="00A5095C"/>
    <w:rsid w:val="00A51281"/>
    <w:rsid w:val="00A51555"/>
    <w:rsid w:val="00A536B3"/>
    <w:rsid w:val="00A53CFD"/>
    <w:rsid w:val="00A54C6B"/>
    <w:rsid w:val="00A5561A"/>
    <w:rsid w:val="00A5615B"/>
    <w:rsid w:val="00A62BBA"/>
    <w:rsid w:val="00A66474"/>
    <w:rsid w:val="00A72022"/>
    <w:rsid w:val="00A725DE"/>
    <w:rsid w:val="00A73244"/>
    <w:rsid w:val="00A73BBF"/>
    <w:rsid w:val="00A746EA"/>
    <w:rsid w:val="00A75709"/>
    <w:rsid w:val="00A7655C"/>
    <w:rsid w:val="00A76E78"/>
    <w:rsid w:val="00A77243"/>
    <w:rsid w:val="00A77BDA"/>
    <w:rsid w:val="00A803AD"/>
    <w:rsid w:val="00A80B30"/>
    <w:rsid w:val="00A82E02"/>
    <w:rsid w:val="00A845FF"/>
    <w:rsid w:val="00A85A81"/>
    <w:rsid w:val="00A91187"/>
    <w:rsid w:val="00A92B24"/>
    <w:rsid w:val="00A93760"/>
    <w:rsid w:val="00A94753"/>
    <w:rsid w:val="00A94846"/>
    <w:rsid w:val="00A94BBA"/>
    <w:rsid w:val="00A9637F"/>
    <w:rsid w:val="00A9778E"/>
    <w:rsid w:val="00A978C4"/>
    <w:rsid w:val="00A97AF8"/>
    <w:rsid w:val="00AA08D5"/>
    <w:rsid w:val="00AA0D8B"/>
    <w:rsid w:val="00AA2429"/>
    <w:rsid w:val="00AA2F91"/>
    <w:rsid w:val="00AA3169"/>
    <w:rsid w:val="00AA3950"/>
    <w:rsid w:val="00AA5284"/>
    <w:rsid w:val="00AA53AB"/>
    <w:rsid w:val="00AA5567"/>
    <w:rsid w:val="00AA55AD"/>
    <w:rsid w:val="00AB152E"/>
    <w:rsid w:val="00AB17F2"/>
    <w:rsid w:val="00AB213A"/>
    <w:rsid w:val="00AB27AB"/>
    <w:rsid w:val="00AB4A4F"/>
    <w:rsid w:val="00AB63B5"/>
    <w:rsid w:val="00AB641F"/>
    <w:rsid w:val="00AB7D55"/>
    <w:rsid w:val="00AC3673"/>
    <w:rsid w:val="00AC38D3"/>
    <w:rsid w:val="00AC3EA5"/>
    <w:rsid w:val="00AC4CFA"/>
    <w:rsid w:val="00AC5659"/>
    <w:rsid w:val="00AC6051"/>
    <w:rsid w:val="00AD1797"/>
    <w:rsid w:val="00AD1EEE"/>
    <w:rsid w:val="00AD20FD"/>
    <w:rsid w:val="00AD4127"/>
    <w:rsid w:val="00AD69BD"/>
    <w:rsid w:val="00AD6A8E"/>
    <w:rsid w:val="00AE0A68"/>
    <w:rsid w:val="00AE232C"/>
    <w:rsid w:val="00AE5AB7"/>
    <w:rsid w:val="00AE61A9"/>
    <w:rsid w:val="00AE656C"/>
    <w:rsid w:val="00AF2710"/>
    <w:rsid w:val="00AF2EEE"/>
    <w:rsid w:val="00AF5578"/>
    <w:rsid w:val="00AF7245"/>
    <w:rsid w:val="00AF7531"/>
    <w:rsid w:val="00B010C2"/>
    <w:rsid w:val="00B019F7"/>
    <w:rsid w:val="00B03690"/>
    <w:rsid w:val="00B03D1C"/>
    <w:rsid w:val="00B071CA"/>
    <w:rsid w:val="00B10EFE"/>
    <w:rsid w:val="00B147EE"/>
    <w:rsid w:val="00B148BE"/>
    <w:rsid w:val="00B159E4"/>
    <w:rsid w:val="00B15B7D"/>
    <w:rsid w:val="00B167A4"/>
    <w:rsid w:val="00B205D1"/>
    <w:rsid w:val="00B225B7"/>
    <w:rsid w:val="00B2538E"/>
    <w:rsid w:val="00B25FD2"/>
    <w:rsid w:val="00B2700C"/>
    <w:rsid w:val="00B27AB4"/>
    <w:rsid w:val="00B33178"/>
    <w:rsid w:val="00B33352"/>
    <w:rsid w:val="00B372B1"/>
    <w:rsid w:val="00B374EA"/>
    <w:rsid w:val="00B37DED"/>
    <w:rsid w:val="00B40B83"/>
    <w:rsid w:val="00B41605"/>
    <w:rsid w:val="00B435DE"/>
    <w:rsid w:val="00B43786"/>
    <w:rsid w:val="00B46BC4"/>
    <w:rsid w:val="00B47DF2"/>
    <w:rsid w:val="00B50A14"/>
    <w:rsid w:val="00B52E36"/>
    <w:rsid w:val="00B613C8"/>
    <w:rsid w:val="00B62268"/>
    <w:rsid w:val="00B658D2"/>
    <w:rsid w:val="00B660D5"/>
    <w:rsid w:val="00B666DA"/>
    <w:rsid w:val="00B67059"/>
    <w:rsid w:val="00B6717E"/>
    <w:rsid w:val="00B70437"/>
    <w:rsid w:val="00B706A0"/>
    <w:rsid w:val="00B711E1"/>
    <w:rsid w:val="00B720AD"/>
    <w:rsid w:val="00B723BD"/>
    <w:rsid w:val="00B76852"/>
    <w:rsid w:val="00B76FAF"/>
    <w:rsid w:val="00B77B05"/>
    <w:rsid w:val="00B80005"/>
    <w:rsid w:val="00B83559"/>
    <w:rsid w:val="00B84516"/>
    <w:rsid w:val="00B849A3"/>
    <w:rsid w:val="00B90000"/>
    <w:rsid w:val="00B91F4E"/>
    <w:rsid w:val="00B93412"/>
    <w:rsid w:val="00B95A63"/>
    <w:rsid w:val="00B96B1F"/>
    <w:rsid w:val="00BA1E60"/>
    <w:rsid w:val="00BA3854"/>
    <w:rsid w:val="00BA4BC6"/>
    <w:rsid w:val="00BA6E8E"/>
    <w:rsid w:val="00BB2532"/>
    <w:rsid w:val="00BB35E1"/>
    <w:rsid w:val="00BB4338"/>
    <w:rsid w:val="00BB5499"/>
    <w:rsid w:val="00BB64C6"/>
    <w:rsid w:val="00BB7116"/>
    <w:rsid w:val="00BC167A"/>
    <w:rsid w:val="00BC2407"/>
    <w:rsid w:val="00BC28C5"/>
    <w:rsid w:val="00BC2FB9"/>
    <w:rsid w:val="00BC4295"/>
    <w:rsid w:val="00BC4626"/>
    <w:rsid w:val="00BD14CF"/>
    <w:rsid w:val="00BD1804"/>
    <w:rsid w:val="00BD3ED8"/>
    <w:rsid w:val="00BD60FD"/>
    <w:rsid w:val="00BD655E"/>
    <w:rsid w:val="00BD77CD"/>
    <w:rsid w:val="00BE0069"/>
    <w:rsid w:val="00BE2D98"/>
    <w:rsid w:val="00BE366B"/>
    <w:rsid w:val="00BE3DFC"/>
    <w:rsid w:val="00BE5589"/>
    <w:rsid w:val="00BE5EE2"/>
    <w:rsid w:val="00BE66A4"/>
    <w:rsid w:val="00BE6AF4"/>
    <w:rsid w:val="00BE79EA"/>
    <w:rsid w:val="00BF062B"/>
    <w:rsid w:val="00BF0DE6"/>
    <w:rsid w:val="00BF485A"/>
    <w:rsid w:val="00BF6621"/>
    <w:rsid w:val="00C036CA"/>
    <w:rsid w:val="00C04561"/>
    <w:rsid w:val="00C048CC"/>
    <w:rsid w:val="00C052F1"/>
    <w:rsid w:val="00C07DFA"/>
    <w:rsid w:val="00C106DF"/>
    <w:rsid w:val="00C123E5"/>
    <w:rsid w:val="00C12F92"/>
    <w:rsid w:val="00C1376D"/>
    <w:rsid w:val="00C13C86"/>
    <w:rsid w:val="00C142F4"/>
    <w:rsid w:val="00C14E7B"/>
    <w:rsid w:val="00C21245"/>
    <w:rsid w:val="00C21B15"/>
    <w:rsid w:val="00C250F3"/>
    <w:rsid w:val="00C253A7"/>
    <w:rsid w:val="00C2771C"/>
    <w:rsid w:val="00C30D62"/>
    <w:rsid w:val="00C312B0"/>
    <w:rsid w:val="00C33FD1"/>
    <w:rsid w:val="00C3488B"/>
    <w:rsid w:val="00C34C70"/>
    <w:rsid w:val="00C369AF"/>
    <w:rsid w:val="00C36CAA"/>
    <w:rsid w:val="00C40AED"/>
    <w:rsid w:val="00C42D61"/>
    <w:rsid w:val="00C44637"/>
    <w:rsid w:val="00C459EA"/>
    <w:rsid w:val="00C501F4"/>
    <w:rsid w:val="00C50691"/>
    <w:rsid w:val="00C50706"/>
    <w:rsid w:val="00C56187"/>
    <w:rsid w:val="00C56370"/>
    <w:rsid w:val="00C6304D"/>
    <w:rsid w:val="00C641DA"/>
    <w:rsid w:val="00C64250"/>
    <w:rsid w:val="00C65570"/>
    <w:rsid w:val="00C66C2F"/>
    <w:rsid w:val="00C67401"/>
    <w:rsid w:val="00C725C7"/>
    <w:rsid w:val="00C72CDD"/>
    <w:rsid w:val="00C73E80"/>
    <w:rsid w:val="00C74265"/>
    <w:rsid w:val="00C7666F"/>
    <w:rsid w:val="00C76EBC"/>
    <w:rsid w:val="00C77044"/>
    <w:rsid w:val="00C7780F"/>
    <w:rsid w:val="00C81927"/>
    <w:rsid w:val="00C82318"/>
    <w:rsid w:val="00C8484E"/>
    <w:rsid w:val="00C87A31"/>
    <w:rsid w:val="00C900C4"/>
    <w:rsid w:val="00C905FE"/>
    <w:rsid w:val="00C94F05"/>
    <w:rsid w:val="00C95F7C"/>
    <w:rsid w:val="00C96F24"/>
    <w:rsid w:val="00C979EF"/>
    <w:rsid w:val="00CA24D0"/>
    <w:rsid w:val="00CA5B9C"/>
    <w:rsid w:val="00CA5D4C"/>
    <w:rsid w:val="00CA7D59"/>
    <w:rsid w:val="00CA7DB1"/>
    <w:rsid w:val="00CB01A9"/>
    <w:rsid w:val="00CB581A"/>
    <w:rsid w:val="00CB5F68"/>
    <w:rsid w:val="00CB68AB"/>
    <w:rsid w:val="00CC0487"/>
    <w:rsid w:val="00CC0D5A"/>
    <w:rsid w:val="00CC3B70"/>
    <w:rsid w:val="00CC43FE"/>
    <w:rsid w:val="00CC7546"/>
    <w:rsid w:val="00CD0DB1"/>
    <w:rsid w:val="00CD12D7"/>
    <w:rsid w:val="00CD3C6D"/>
    <w:rsid w:val="00CD3E2A"/>
    <w:rsid w:val="00CD4361"/>
    <w:rsid w:val="00CD6A77"/>
    <w:rsid w:val="00CD7CC8"/>
    <w:rsid w:val="00CE11A6"/>
    <w:rsid w:val="00CE2091"/>
    <w:rsid w:val="00CE3643"/>
    <w:rsid w:val="00CE49E2"/>
    <w:rsid w:val="00CE51FD"/>
    <w:rsid w:val="00CE6C83"/>
    <w:rsid w:val="00CE7DAC"/>
    <w:rsid w:val="00CF0B63"/>
    <w:rsid w:val="00CF3179"/>
    <w:rsid w:val="00CF3B85"/>
    <w:rsid w:val="00CF3D2C"/>
    <w:rsid w:val="00CF76BA"/>
    <w:rsid w:val="00D00EFD"/>
    <w:rsid w:val="00D012DB"/>
    <w:rsid w:val="00D019E7"/>
    <w:rsid w:val="00D01D21"/>
    <w:rsid w:val="00D01EDE"/>
    <w:rsid w:val="00D03A7B"/>
    <w:rsid w:val="00D04D3F"/>
    <w:rsid w:val="00D05E1D"/>
    <w:rsid w:val="00D07390"/>
    <w:rsid w:val="00D07B8C"/>
    <w:rsid w:val="00D10658"/>
    <w:rsid w:val="00D106AD"/>
    <w:rsid w:val="00D120B9"/>
    <w:rsid w:val="00D12DA9"/>
    <w:rsid w:val="00D13FDF"/>
    <w:rsid w:val="00D20230"/>
    <w:rsid w:val="00D2106C"/>
    <w:rsid w:val="00D21403"/>
    <w:rsid w:val="00D22403"/>
    <w:rsid w:val="00D23828"/>
    <w:rsid w:val="00D2553D"/>
    <w:rsid w:val="00D275D3"/>
    <w:rsid w:val="00D27D32"/>
    <w:rsid w:val="00D33938"/>
    <w:rsid w:val="00D3420D"/>
    <w:rsid w:val="00D40BBD"/>
    <w:rsid w:val="00D41655"/>
    <w:rsid w:val="00D42338"/>
    <w:rsid w:val="00D436B3"/>
    <w:rsid w:val="00D460E0"/>
    <w:rsid w:val="00D467FA"/>
    <w:rsid w:val="00D46DAA"/>
    <w:rsid w:val="00D46EB7"/>
    <w:rsid w:val="00D478BD"/>
    <w:rsid w:val="00D52D90"/>
    <w:rsid w:val="00D53923"/>
    <w:rsid w:val="00D549CA"/>
    <w:rsid w:val="00D55ABB"/>
    <w:rsid w:val="00D569F4"/>
    <w:rsid w:val="00D57C77"/>
    <w:rsid w:val="00D60252"/>
    <w:rsid w:val="00D66414"/>
    <w:rsid w:val="00D67D8E"/>
    <w:rsid w:val="00D708A2"/>
    <w:rsid w:val="00D72A0D"/>
    <w:rsid w:val="00D73F99"/>
    <w:rsid w:val="00D77ABB"/>
    <w:rsid w:val="00D83239"/>
    <w:rsid w:val="00D83E28"/>
    <w:rsid w:val="00D846ED"/>
    <w:rsid w:val="00D8589F"/>
    <w:rsid w:val="00D86B35"/>
    <w:rsid w:val="00D87839"/>
    <w:rsid w:val="00D918A6"/>
    <w:rsid w:val="00D933A9"/>
    <w:rsid w:val="00D936A2"/>
    <w:rsid w:val="00D96D88"/>
    <w:rsid w:val="00D97297"/>
    <w:rsid w:val="00DA1C36"/>
    <w:rsid w:val="00DA3408"/>
    <w:rsid w:val="00DA3EB9"/>
    <w:rsid w:val="00DA41E2"/>
    <w:rsid w:val="00DA72BC"/>
    <w:rsid w:val="00DA757C"/>
    <w:rsid w:val="00DC0CB3"/>
    <w:rsid w:val="00DC538C"/>
    <w:rsid w:val="00DC5D5F"/>
    <w:rsid w:val="00DC76C3"/>
    <w:rsid w:val="00DD0890"/>
    <w:rsid w:val="00DD245F"/>
    <w:rsid w:val="00DD2CF2"/>
    <w:rsid w:val="00DD7884"/>
    <w:rsid w:val="00DD7B92"/>
    <w:rsid w:val="00DE29B1"/>
    <w:rsid w:val="00DE3766"/>
    <w:rsid w:val="00DE4F93"/>
    <w:rsid w:val="00DF0D9B"/>
    <w:rsid w:val="00E0083F"/>
    <w:rsid w:val="00E00961"/>
    <w:rsid w:val="00E01C8D"/>
    <w:rsid w:val="00E02CB5"/>
    <w:rsid w:val="00E034C2"/>
    <w:rsid w:val="00E03C22"/>
    <w:rsid w:val="00E04CED"/>
    <w:rsid w:val="00E051A5"/>
    <w:rsid w:val="00E058A5"/>
    <w:rsid w:val="00E060CF"/>
    <w:rsid w:val="00E076D7"/>
    <w:rsid w:val="00E10304"/>
    <w:rsid w:val="00E1056A"/>
    <w:rsid w:val="00E10AB5"/>
    <w:rsid w:val="00E12675"/>
    <w:rsid w:val="00E14CA5"/>
    <w:rsid w:val="00E15119"/>
    <w:rsid w:val="00E1587C"/>
    <w:rsid w:val="00E16038"/>
    <w:rsid w:val="00E17781"/>
    <w:rsid w:val="00E2072B"/>
    <w:rsid w:val="00E221EF"/>
    <w:rsid w:val="00E2356A"/>
    <w:rsid w:val="00E24D03"/>
    <w:rsid w:val="00E24F70"/>
    <w:rsid w:val="00E24FCF"/>
    <w:rsid w:val="00E27112"/>
    <w:rsid w:val="00E344C2"/>
    <w:rsid w:val="00E37698"/>
    <w:rsid w:val="00E37826"/>
    <w:rsid w:val="00E37A3E"/>
    <w:rsid w:val="00E41791"/>
    <w:rsid w:val="00E42C90"/>
    <w:rsid w:val="00E42E1D"/>
    <w:rsid w:val="00E43465"/>
    <w:rsid w:val="00E44C4D"/>
    <w:rsid w:val="00E46367"/>
    <w:rsid w:val="00E464D4"/>
    <w:rsid w:val="00E50387"/>
    <w:rsid w:val="00E51543"/>
    <w:rsid w:val="00E522F4"/>
    <w:rsid w:val="00E52965"/>
    <w:rsid w:val="00E5498A"/>
    <w:rsid w:val="00E56CBC"/>
    <w:rsid w:val="00E60BA3"/>
    <w:rsid w:val="00E64422"/>
    <w:rsid w:val="00E67282"/>
    <w:rsid w:val="00E700FF"/>
    <w:rsid w:val="00E72AAD"/>
    <w:rsid w:val="00E763FB"/>
    <w:rsid w:val="00E7680B"/>
    <w:rsid w:val="00E8098E"/>
    <w:rsid w:val="00E84396"/>
    <w:rsid w:val="00E844A1"/>
    <w:rsid w:val="00E865F4"/>
    <w:rsid w:val="00E86FF2"/>
    <w:rsid w:val="00E8722E"/>
    <w:rsid w:val="00E87F3D"/>
    <w:rsid w:val="00E903BC"/>
    <w:rsid w:val="00E91176"/>
    <w:rsid w:val="00E916D8"/>
    <w:rsid w:val="00E916EB"/>
    <w:rsid w:val="00E92DD6"/>
    <w:rsid w:val="00E933D5"/>
    <w:rsid w:val="00E94352"/>
    <w:rsid w:val="00E94A66"/>
    <w:rsid w:val="00E9588C"/>
    <w:rsid w:val="00EA021F"/>
    <w:rsid w:val="00EA04FB"/>
    <w:rsid w:val="00EA123D"/>
    <w:rsid w:val="00EA4127"/>
    <w:rsid w:val="00EA4B22"/>
    <w:rsid w:val="00EA5642"/>
    <w:rsid w:val="00EA5B66"/>
    <w:rsid w:val="00EB01C8"/>
    <w:rsid w:val="00EB13BB"/>
    <w:rsid w:val="00EB417B"/>
    <w:rsid w:val="00EB4339"/>
    <w:rsid w:val="00EB47F7"/>
    <w:rsid w:val="00EB4CF4"/>
    <w:rsid w:val="00EB4FED"/>
    <w:rsid w:val="00EB5571"/>
    <w:rsid w:val="00EB6272"/>
    <w:rsid w:val="00EC0C8D"/>
    <w:rsid w:val="00EC0D8A"/>
    <w:rsid w:val="00EC18B7"/>
    <w:rsid w:val="00EC391E"/>
    <w:rsid w:val="00EC6C57"/>
    <w:rsid w:val="00EC76FF"/>
    <w:rsid w:val="00ED0404"/>
    <w:rsid w:val="00ED0AC4"/>
    <w:rsid w:val="00ED1467"/>
    <w:rsid w:val="00ED4054"/>
    <w:rsid w:val="00ED63F7"/>
    <w:rsid w:val="00ED6C42"/>
    <w:rsid w:val="00ED6C60"/>
    <w:rsid w:val="00ED749A"/>
    <w:rsid w:val="00EE0D79"/>
    <w:rsid w:val="00EE4F93"/>
    <w:rsid w:val="00EE65E5"/>
    <w:rsid w:val="00EF012B"/>
    <w:rsid w:val="00EF1E78"/>
    <w:rsid w:val="00EF22EA"/>
    <w:rsid w:val="00EF5901"/>
    <w:rsid w:val="00EF5CEA"/>
    <w:rsid w:val="00EF603B"/>
    <w:rsid w:val="00EF63B2"/>
    <w:rsid w:val="00F027A7"/>
    <w:rsid w:val="00F03398"/>
    <w:rsid w:val="00F0427B"/>
    <w:rsid w:val="00F0495F"/>
    <w:rsid w:val="00F04FA4"/>
    <w:rsid w:val="00F04FD0"/>
    <w:rsid w:val="00F058FB"/>
    <w:rsid w:val="00F069F1"/>
    <w:rsid w:val="00F06B59"/>
    <w:rsid w:val="00F06D7C"/>
    <w:rsid w:val="00F07061"/>
    <w:rsid w:val="00F07070"/>
    <w:rsid w:val="00F07DAF"/>
    <w:rsid w:val="00F12D81"/>
    <w:rsid w:val="00F13602"/>
    <w:rsid w:val="00F15524"/>
    <w:rsid w:val="00F1614B"/>
    <w:rsid w:val="00F163E6"/>
    <w:rsid w:val="00F169FA"/>
    <w:rsid w:val="00F20A97"/>
    <w:rsid w:val="00F227CD"/>
    <w:rsid w:val="00F30071"/>
    <w:rsid w:val="00F335A0"/>
    <w:rsid w:val="00F340EB"/>
    <w:rsid w:val="00F348A2"/>
    <w:rsid w:val="00F355C2"/>
    <w:rsid w:val="00F404EE"/>
    <w:rsid w:val="00F40E7C"/>
    <w:rsid w:val="00F42C78"/>
    <w:rsid w:val="00F47205"/>
    <w:rsid w:val="00F473B1"/>
    <w:rsid w:val="00F47AC8"/>
    <w:rsid w:val="00F6204E"/>
    <w:rsid w:val="00F62C31"/>
    <w:rsid w:val="00F62DDA"/>
    <w:rsid w:val="00F63D3B"/>
    <w:rsid w:val="00F64CE0"/>
    <w:rsid w:val="00F65993"/>
    <w:rsid w:val="00F714F2"/>
    <w:rsid w:val="00F7336F"/>
    <w:rsid w:val="00F73931"/>
    <w:rsid w:val="00F73ADA"/>
    <w:rsid w:val="00F7432D"/>
    <w:rsid w:val="00F81231"/>
    <w:rsid w:val="00F81373"/>
    <w:rsid w:val="00F81C3B"/>
    <w:rsid w:val="00F81F14"/>
    <w:rsid w:val="00F82137"/>
    <w:rsid w:val="00F83397"/>
    <w:rsid w:val="00F84BA6"/>
    <w:rsid w:val="00F86787"/>
    <w:rsid w:val="00F86DBC"/>
    <w:rsid w:val="00F86F70"/>
    <w:rsid w:val="00F87CA1"/>
    <w:rsid w:val="00F90B49"/>
    <w:rsid w:val="00F9148C"/>
    <w:rsid w:val="00F914A0"/>
    <w:rsid w:val="00F92BA2"/>
    <w:rsid w:val="00F967A5"/>
    <w:rsid w:val="00F97B41"/>
    <w:rsid w:val="00FA6E73"/>
    <w:rsid w:val="00FB039E"/>
    <w:rsid w:val="00FB173C"/>
    <w:rsid w:val="00FB17B1"/>
    <w:rsid w:val="00FB20CB"/>
    <w:rsid w:val="00FB3017"/>
    <w:rsid w:val="00FB37E0"/>
    <w:rsid w:val="00FB4E3C"/>
    <w:rsid w:val="00FB51D2"/>
    <w:rsid w:val="00FB7E9F"/>
    <w:rsid w:val="00FC084C"/>
    <w:rsid w:val="00FC4914"/>
    <w:rsid w:val="00FC59AB"/>
    <w:rsid w:val="00FC5BDE"/>
    <w:rsid w:val="00FC5C0D"/>
    <w:rsid w:val="00FC6046"/>
    <w:rsid w:val="00FC7375"/>
    <w:rsid w:val="00FD08DD"/>
    <w:rsid w:val="00FD5001"/>
    <w:rsid w:val="00FD586D"/>
    <w:rsid w:val="00FD6C75"/>
    <w:rsid w:val="00FD6D80"/>
    <w:rsid w:val="00FD6F0B"/>
    <w:rsid w:val="00FD7113"/>
    <w:rsid w:val="00FE364E"/>
    <w:rsid w:val="00FE426C"/>
    <w:rsid w:val="00FE4EAB"/>
    <w:rsid w:val="00FE56A1"/>
    <w:rsid w:val="00FF4A60"/>
    <w:rsid w:val="00FF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E9B354"/>
  <w15:docId w15:val="{4F1EAF1D-C3D2-42D5-AB0C-4623FB414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B17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9"/>
    <w:qFormat/>
    <w:rsid w:val="009F22D4"/>
    <w:pPr>
      <w:pBdr>
        <w:bottom w:val="single" w:sz="4" w:space="0" w:color="574C50"/>
      </w:pBdr>
      <w:suppressAutoHyphens w:val="0"/>
      <w:spacing w:before="100" w:beforeAutospacing="1" w:after="100" w:afterAutospacing="1"/>
      <w:outlineLvl w:val="1"/>
    </w:pPr>
    <w:rPr>
      <w:b/>
      <w:bCs/>
      <w:color w:val="000000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442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9F22D4"/>
    <w:rPr>
      <w:rFonts w:cs="Times New Roman"/>
      <w:b/>
      <w:bCs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44274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0D6B17"/>
  </w:style>
  <w:style w:type="character" w:customStyle="1" w:styleId="WW-Absatz-Standardschriftart">
    <w:name w:val="WW-Absatz-Standardschriftart"/>
    <w:uiPriority w:val="99"/>
    <w:rsid w:val="000D6B17"/>
  </w:style>
  <w:style w:type="character" w:customStyle="1" w:styleId="WW-Absatz-Standardschriftart1">
    <w:name w:val="WW-Absatz-Standardschriftart1"/>
    <w:uiPriority w:val="99"/>
    <w:rsid w:val="000D6B17"/>
  </w:style>
  <w:style w:type="character" w:customStyle="1" w:styleId="WW-Absatz-Standardschriftart11">
    <w:name w:val="WW-Absatz-Standardschriftart11"/>
    <w:uiPriority w:val="99"/>
    <w:rsid w:val="000D6B17"/>
  </w:style>
  <w:style w:type="character" w:customStyle="1" w:styleId="WW-Absatz-Standardschriftart111">
    <w:name w:val="WW-Absatz-Standardschriftart111"/>
    <w:uiPriority w:val="99"/>
    <w:rsid w:val="000D6B17"/>
  </w:style>
  <w:style w:type="character" w:customStyle="1" w:styleId="WW-Absatz-Standardschriftart1111">
    <w:name w:val="WW-Absatz-Standardschriftart1111"/>
    <w:uiPriority w:val="99"/>
    <w:rsid w:val="000D6B17"/>
  </w:style>
  <w:style w:type="character" w:customStyle="1" w:styleId="WW-Absatz-Standardschriftart11111">
    <w:name w:val="WW-Absatz-Standardschriftart11111"/>
    <w:uiPriority w:val="99"/>
    <w:rsid w:val="000D6B17"/>
  </w:style>
  <w:style w:type="character" w:customStyle="1" w:styleId="WW-Absatz-Standardschriftart111111">
    <w:name w:val="WW-Absatz-Standardschriftart111111"/>
    <w:uiPriority w:val="99"/>
    <w:rsid w:val="000D6B17"/>
  </w:style>
  <w:style w:type="character" w:customStyle="1" w:styleId="WW-Absatz-Standardschriftart1111111">
    <w:name w:val="WW-Absatz-Standardschriftart1111111"/>
    <w:uiPriority w:val="99"/>
    <w:rsid w:val="000D6B17"/>
  </w:style>
  <w:style w:type="character" w:customStyle="1" w:styleId="WW-Absatz-Standardschriftart11111111">
    <w:name w:val="WW-Absatz-Standardschriftart11111111"/>
    <w:uiPriority w:val="99"/>
    <w:rsid w:val="000D6B17"/>
  </w:style>
  <w:style w:type="character" w:customStyle="1" w:styleId="WW-Absatz-Standardschriftart111111111">
    <w:name w:val="WW-Absatz-Standardschriftart111111111"/>
    <w:uiPriority w:val="99"/>
    <w:rsid w:val="000D6B17"/>
  </w:style>
  <w:style w:type="character" w:customStyle="1" w:styleId="WW8Num1z0">
    <w:name w:val="WW8Num1z0"/>
    <w:uiPriority w:val="99"/>
    <w:rsid w:val="000D6B17"/>
  </w:style>
  <w:style w:type="character" w:customStyle="1" w:styleId="WW8Num1z1">
    <w:name w:val="WW8Num1z1"/>
    <w:uiPriority w:val="99"/>
    <w:rsid w:val="000D6B17"/>
    <w:rPr>
      <w:rFonts w:ascii="Courier New" w:hAnsi="Courier New"/>
    </w:rPr>
  </w:style>
  <w:style w:type="character" w:customStyle="1" w:styleId="WW8Num1z2">
    <w:name w:val="WW8Num1z2"/>
    <w:uiPriority w:val="99"/>
    <w:rsid w:val="000D6B17"/>
    <w:rPr>
      <w:rFonts w:ascii="Wingdings" w:hAnsi="Wingdings"/>
    </w:rPr>
  </w:style>
  <w:style w:type="character" w:customStyle="1" w:styleId="WW8Num1z3">
    <w:name w:val="WW8Num1z3"/>
    <w:uiPriority w:val="99"/>
    <w:rsid w:val="000D6B17"/>
    <w:rPr>
      <w:rFonts w:ascii="Symbol" w:hAnsi="Symbol"/>
    </w:rPr>
  </w:style>
  <w:style w:type="character" w:customStyle="1" w:styleId="Caratterepredefinitoparagrafo1">
    <w:name w:val="Carattere predefinito paragrafo1"/>
    <w:uiPriority w:val="99"/>
    <w:rsid w:val="000D6B17"/>
  </w:style>
  <w:style w:type="character" w:styleId="Numeropagina">
    <w:name w:val="page number"/>
    <w:basedOn w:val="Caratterepredefinitoparagrafo1"/>
    <w:uiPriority w:val="99"/>
    <w:rsid w:val="000D6B17"/>
    <w:rPr>
      <w:rFonts w:cs="Times New Roman"/>
    </w:rPr>
  </w:style>
  <w:style w:type="paragraph" w:customStyle="1" w:styleId="Intestazione1">
    <w:name w:val="Intestazione1"/>
    <w:basedOn w:val="Normale"/>
    <w:next w:val="Corpotesto"/>
    <w:uiPriority w:val="99"/>
    <w:rsid w:val="000D6B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0D6B1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0D6B17"/>
    <w:rPr>
      <w:rFonts w:cs="Tahoma"/>
    </w:rPr>
  </w:style>
  <w:style w:type="paragraph" w:customStyle="1" w:styleId="Didascalia1">
    <w:name w:val="Didascalia1"/>
    <w:basedOn w:val="Normale"/>
    <w:uiPriority w:val="99"/>
    <w:rsid w:val="000D6B17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D6B17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rsid w:val="000D6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customStyle="1" w:styleId="Contenutocornice">
    <w:name w:val="Contenuto cornice"/>
    <w:basedOn w:val="Corpotesto"/>
    <w:uiPriority w:val="99"/>
    <w:rsid w:val="000D6B17"/>
  </w:style>
  <w:style w:type="paragraph" w:styleId="NormaleWeb">
    <w:name w:val="Normal (Web)"/>
    <w:basedOn w:val="Normale"/>
    <w:uiPriority w:val="99"/>
    <w:rsid w:val="00150ABA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uiPriority w:val="99"/>
    <w:rsid w:val="001800A0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0136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D69BD"/>
    <w:rPr>
      <w:rFonts w:cs="Times New Roman"/>
      <w:sz w:val="2"/>
      <w:lang w:eastAsia="ar-SA" w:bidi="ar-SA"/>
    </w:rPr>
  </w:style>
  <w:style w:type="character" w:customStyle="1" w:styleId="titoloparagrafo">
    <w:name w:val="titoloparagrafo"/>
    <w:basedOn w:val="Carpredefinitoparagrafo"/>
    <w:uiPriority w:val="99"/>
    <w:rsid w:val="00E376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37698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rsid w:val="00B159E4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159E4"/>
    <w:rPr>
      <w:rFonts w:ascii="Consolas" w:hAnsi="Consolas" w:cs="Times New Roman"/>
      <w:sz w:val="21"/>
      <w:szCs w:val="21"/>
      <w:lang w:eastAsia="en-US"/>
    </w:rPr>
  </w:style>
  <w:style w:type="character" w:customStyle="1" w:styleId="z-TopofFormChar">
    <w:name w:val="z-Top of Form Char"/>
    <w:uiPriority w:val="99"/>
    <w:locked/>
    <w:rsid w:val="009F22D4"/>
    <w:rPr>
      <w:rFonts w:ascii="Arial" w:hAnsi="Arial"/>
      <w:vanish/>
      <w:sz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F22D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character" w:customStyle="1" w:styleId="z-BottomofFormChar">
    <w:name w:val="z-Bottom of Form Char"/>
    <w:uiPriority w:val="99"/>
    <w:locked/>
    <w:rsid w:val="009F22D4"/>
    <w:rPr>
      <w:rFonts w:ascii="Arial" w:hAnsi="Arial"/>
      <w:vanish/>
      <w:sz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F22D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34"/>
    <w:qFormat/>
    <w:rsid w:val="000A17BF"/>
    <w:pPr>
      <w:ind w:left="708"/>
    </w:pPr>
  </w:style>
  <w:style w:type="character" w:styleId="Rimandocommento">
    <w:name w:val="annotation reference"/>
    <w:basedOn w:val="Carpredefinitoparagrafo"/>
    <w:uiPriority w:val="99"/>
    <w:rsid w:val="00CB68A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rsid w:val="00CB68A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locked/>
    <w:rsid w:val="00CB68AB"/>
    <w:rPr>
      <w:rFonts w:cs="Times New Roman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CB68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CB68AB"/>
    <w:rPr>
      <w:rFonts w:cs="Times New Roman"/>
      <w:b/>
      <w:bCs/>
      <w:lang w:eastAsia="ar-SA" w:bidi="ar-SA"/>
    </w:rPr>
  </w:style>
  <w:style w:type="paragraph" w:customStyle="1" w:styleId="Default">
    <w:name w:val="Default"/>
    <w:rsid w:val="00687C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locked/>
    <w:rsid w:val="008003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003C2"/>
    <w:rPr>
      <w:rFonts w:ascii="Courier New" w:hAnsi="Courier New" w:cs="Courier New"/>
      <w:sz w:val="20"/>
      <w:szCs w:val="20"/>
    </w:rPr>
  </w:style>
  <w:style w:type="paragraph" w:styleId="Corpodeltesto2">
    <w:name w:val="Body Text 2"/>
    <w:basedOn w:val="Normale"/>
    <w:link w:val="Corpodeltesto2Carattere"/>
    <w:semiHidden/>
    <w:unhideWhenUsed/>
    <w:locked/>
    <w:rsid w:val="004922D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4922DD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semiHidden/>
    <w:unhideWhenUsed/>
    <w:locked/>
    <w:rsid w:val="004922DD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4922DD"/>
    <w:rPr>
      <w:sz w:val="24"/>
      <w:szCs w:val="24"/>
      <w:lang w:eastAsia="ar-SA"/>
    </w:rPr>
  </w:style>
  <w:style w:type="paragraph" w:styleId="Rientrocorpodeltesto3">
    <w:name w:val="Body Text Indent 3"/>
    <w:basedOn w:val="Normale"/>
    <w:link w:val="Rientrocorpodeltesto3Carattere"/>
    <w:unhideWhenUsed/>
    <w:locked/>
    <w:rsid w:val="004922DD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922DD"/>
    <w:rPr>
      <w:sz w:val="16"/>
      <w:szCs w:val="16"/>
      <w:lang w:eastAsia="ar-SA"/>
    </w:rPr>
  </w:style>
  <w:style w:type="paragraph" w:customStyle="1" w:styleId="usoboll1">
    <w:name w:val="usoboll1"/>
    <w:basedOn w:val="Normale"/>
    <w:rsid w:val="004922DD"/>
    <w:pPr>
      <w:widowControl w:val="0"/>
      <w:suppressAutoHyphens w:val="0"/>
      <w:spacing w:line="482" w:lineRule="atLeast"/>
      <w:jc w:val="both"/>
    </w:pPr>
    <w:rPr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2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9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98950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26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198950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34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20694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cquisti.ict@aressardegna.it" TargetMode="External"/><Relationship Id="rId2" Type="http://schemas.openxmlformats.org/officeDocument/2006/relationships/hyperlink" Target="http://www.aslcagliari.it" TargetMode="External"/><Relationship Id="rId1" Type="http://schemas.openxmlformats.org/officeDocument/2006/relationships/image" Target="media/image2.jpeg"/><Relationship Id="rId4" Type="http://schemas.openxmlformats.org/officeDocument/2006/relationships/hyperlink" Target="mailto:acquisti.ict@pec.aressardeg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14051\Dati%20applicazioni\Microsoft\Modelli\SI%20Carta%20Intestat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 Carta Intestata </Template>
  <TotalTime>89</TotalTime>
  <Pages>3</Pages>
  <Words>670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ASL1SS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Piergiorgio  Annicchiarico</dc:creator>
  <cp:lastModifiedBy>855925avagnano</cp:lastModifiedBy>
  <cp:revision>8</cp:revision>
  <cp:lastPrinted>2024-01-11T13:55:00Z</cp:lastPrinted>
  <dcterms:created xsi:type="dcterms:W3CDTF">2025-02-06T11:48:00Z</dcterms:created>
  <dcterms:modified xsi:type="dcterms:W3CDTF">2025-02-06T15:29:00Z</dcterms:modified>
</cp:coreProperties>
</file>